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C70" w:rsidRDefault="00C02C70" w:rsidP="00E36F7F">
      <w:pPr>
        <w:spacing w:before="120" w:after="120"/>
        <w:ind w:left="7200"/>
        <w:jc w:val="center"/>
        <w:rPr>
          <w:rFonts w:ascii="Calibri" w:hAnsi="Calibri" w:cs="Calibri"/>
          <w:b/>
          <w:bCs/>
          <w:lang w:eastAsia="en-US"/>
        </w:rPr>
      </w:pPr>
      <w:bookmarkStart w:id="0" w:name="_GoBack"/>
      <w:bookmarkEnd w:id="0"/>
    </w:p>
    <w:p w:rsidR="00E36F7F" w:rsidRPr="00C02C70" w:rsidRDefault="0041721E" w:rsidP="00E36F7F">
      <w:pPr>
        <w:spacing w:before="120" w:after="120"/>
        <w:ind w:left="7200"/>
        <w:jc w:val="center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Anexa 9</w:t>
      </w:r>
    </w:p>
    <w:p w:rsidR="00C02C70" w:rsidRDefault="00C02C70" w:rsidP="00E36F7F">
      <w:pPr>
        <w:spacing w:before="120" w:after="120"/>
        <w:jc w:val="center"/>
        <w:rPr>
          <w:rFonts w:ascii="Calibri" w:hAnsi="Calibri" w:cs="Calibri"/>
          <w:b/>
          <w:bCs/>
          <w:lang w:eastAsia="en-US"/>
        </w:rPr>
      </w:pPr>
    </w:p>
    <w:p w:rsidR="00E36F7F" w:rsidRPr="00C02C70" w:rsidRDefault="00E36F7F" w:rsidP="00E36F7F">
      <w:pPr>
        <w:spacing w:before="120" w:after="120"/>
        <w:jc w:val="center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Acord de parteneriat</w:t>
      </w:r>
    </w:p>
    <w:p w:rsidR="00E36F7F" w:rsidRPr="00C02C70" w:rsidRDefault="00E36F7F" w:rsidP="00E36F7F">
      <w:pPr>
        <w:spacing w:before="120" w:after="120"/>
        <w:jc w:val="center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Model orientativ</w:t>
      </w:r>
    </w:p>
    <w:p w:rsidR="00E36F7F" w:rsidRPr="00C02C70" w:rsidRDefault="00F84CA5" w:rsidP="00F84CA5">
      <w:pPr>
        <w:spacing w:after="120" w:line="276" w:lineRule="auto"/>
        <w:ind w:left="2836" w:firstLine="504"/>
        <w:outlineLvl w:val="1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    </w:t>
      </w:r>
      <w:r w:rsidR="00E36F7F" w:rsidRPr="00C02C70">
        <w:rPr>
          <w:rFonts w:ascii="Calibri" w:hAnsi="Calibri" w:cs="Calibri"/>
          <w:b/>
          <w:bCs/>
          <w:lang w:eastAsia="en-US"/>
        </w:rPr>
        <w:t>nr. _______/__________</w:t>
      </w:r>
    </w:p>
    <w:p w:rsidR="00E36F7F" w:rsidRPr="00C02C70" w:rsidRDefault="00E36F7F" w:rsidP="00E36F7F">
      <w:pPr>
        <w:spacing w:before="120" w:after="120" w:line="276" w:lineRule="auto"/>
        <w:jc w:val="center"/>
        <w:rPr>
          <w:rFonts w:ascii="Calibri" w:hAnsi="Calibri" w:cs="Calibri"/>
          <w:lang w:eastAsia="en-US"/>
        </w:rPr>
      </w:pPr>
    </w:p>
    <w:p w:rsidR="00E36F7F" w:rsidRDefault="00E36F7F" w:rsidP="00E36F7F">
      <w:pPr>
        <w:spacing w:before="120" w:after="120" w:line="276" w:lineRule="auto"/>
        <w:jc w:val="center"/>
        <w:rPr>
          <w:rFonts w:ascii="Calibri" w:hAnsi="Calibri" w:cs="Calibri"/>
          <w:i/>
          <w:lang w:eastAsia="en-US"/>
        </w:rPr>
      </w:pPr>
      <w:r w:rsidRPr="00C02C70">
        <w:rPr>
          <w:rFonts w:ascii="Calibri" w:hAnsi="Calibri" w:cs="Calibri"/>
          <w:b/>
          <w:lang w:eastAsia="en-US"/>
        </w:rPr>
        <w:t xml:space="preserve">pentru realizarea proiectului </w:t>
      </w:r>
      <w:r w:rsidRPr="00C02C70">
        <w:rPr>
          <w:rFonts w:ascii="Calibri" w:hAnsi="Calibri" w:cs="Calibri"/>
          <w:i/>
          <w:lang w:eastAsia="en-US"/>
        </w:rPr>
        <w:t>&lt;denumire proiect &gt;</w:t>
      </w:r>
    </w:p>
    <w:p w:rsidR="00C02C70" w:rsidRPr="00C02C70" w:rsidRDefault="00C02C70" w:rsidP="00E36F7F">
      <w:pPr>
        <w:spacing w:before="120" w:after="120" w:line="276" w:lineRule="auto"/>
        <w:jc w:val="center"/>
        <w:rPr>
          <w:rFonts w:ascii="Calibri" w:hAnsi="Calibri" w:cs="Calibri"/>
          <w:i/>
          <w:lang w:eastAsia="en-US"/>
        </w:rPr>
      </w:pPr>
    </w:p>
    <w:p w:rsidR="00E36F7F" w:rsidRPr="00C02C70" w:rsidRDefault="00E36F7F" w:rsidP="00E36F7F">
      <w:pPr>
        <w:spacing w:before="120" w:after="120" w:line="276" w:lineRule="auto"/>
        <w:jc w:val="both"/>
        <w:rPr>
          <w:rFonts w:ascii="Calibri" w:hAnsi="Calibri" w:cs="Calibri"/>
          <w:b/>
          <w:i/>
          <w:lang w:eastAsia="en-US"/>
        </w:rPr>
      </w:pPr>
      <w:r w:rsidRPr="00C02C70">
        <w:rPr>
          <w:rFonts w:ascii="Calibri" w:hAnsi="Calibri" w:cs="Calibri"/>
          <w:b/>
          <w:lang w:eastAsia="en-US"/>
        </w:rPr>
        <w:t>(</w:t>
      </w:r>
      <w:r w:rsidRPr="00C02C70">
        <w:rPr>
          <w:rFonts w:ascii="Calibri" w:hAnsi="Calibri" w:cs="Calibri"/>
          <w:b/>
          <w:i/>
          <w:lang w:eastAsia="en-US"/>
        </w:rPr>
        <w:t xml:space="preserve">acest document reprezintă un model orientativ în scopul reglementarii de principiu a aspectelor legale, financiare si de orice alta natură care pot interveni în implementarea în parteneriat a proiectului. </w:t>
      </w:r>
    </w:p>
    <w:p w:rsidR="00E36F7F" w:rsidRPr="00C02C70" w:rsidRDefault="00E36F7F" w:rsidP="00E36F7F">
      <w:pPr>
        <w:spacing w:before="120" w:after="120" w:line="276" w:lineRule="auto"/>
        <w:jc w:val="both"/>
        <w:rPr>
          <w:rFonts w:ascii="Calibri" w:hAnsi="Calibri" w:cs="Calibri"/>
          <w:b/>
          <w:i/>
          <w:lang w:eastAsia="en-US"/>
        </w:rPr>
      </w:pPr>
      <w:r w:rsidRPr="00C02C70">
        <w:rPr>
          <w:rFonts w:ascii="Calibri" w:hAnsi="Calibri" w:cs="Calibri"/>
          <w:b/>
          <w:i/>
          <w:lang w:eastAsia="en-US"/>
        </w:rPr>
        <w:t>Acordul de parteneriat este supus legisla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 xml:space="preserve">iei din România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 xml:space="preserve">i se încheie până cel târziu la depunerea cererii de </w:t>
      </w:r>
      <w:r w:rsidR="0098148A" w:rsidRPr="00C02C70">
        <w:rPr>
          <w:rFonts w:ascii="Calibri" w:hAnsi="Calibri" w:cs="Calibri"/>
          <w:b/>
          <w:i/>
          <w:lang w:eastAsia="en-US"/>
        </w:rPr>
        <w:t>finanțare</w:t>
      </w:r>
      <w:r w:rsidRPr="00C02C70">
        <w:rPr>
          <w:rFonts w:ascii="Calibri" w:hAnsi="Calibri" w:cs="Calibri"/>
          <w:b/>
          <w:i/>
          <w:lang w:eastAsia="en-US"/>
        </w:rPr>
        <w:t xml:space="preserve">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este parte integrantă din aceasta.)</w:t>
      </w:r>
    </w:p>
    <w:p w:rsidR="00E36F7F" w:rsidRDefault="00E36F7F" w:rsidP="00E36F7F">
      <w:pPr>
        <w:spacing w:before="120" w:after="120" w:line="276" w:lineRule="auto"/>
        <w:jc w:val="both"/>
        <w:rPr>
          <w:rFonts w:ascii="Calibri" w:hAnsi="Calibri" w:cs="Calibri"/>
          <w:b/>
          <w:lang w:eastAsia="en-US"/>
        </w:rPr>
      </w:pPr>
      <w:r w:rsidRPr="00C02C70">
        <w:rPr>
          <w:rFonts w:ascii="Calibri" w:hAnsi="Calibri" w:cs="Calibri"/>
          <w:b/>
          <w:i/>
          <w:lang w:eastAsia="en-US"/>
        </w:rPr>
        <w:t>Ȋn conformitate cu prevederile art. 45 din Normele metodologice aprobate prin H.G. nr. 829/2022, liderul de parteneriat, beneficiar al unui p</w:t>
      </w:r>
      <w:r w:rsidR="0098148A">
        <w:rPr>
          <w:rFonts w:ascii="Calibri" w:hAnsi="Calibri" w:cs="Calibri"/>
          <w:b/>
          <w:i/>
          <w:lang w:eastAsia="en-US"/>
        </w:rPr>
        <w:t>r</w:t>
      </w:r>
      <w:r w:rsidRPr="00C02C70">
        <w:rPr>
          <w:rFonts w:ascii="Calibri" w:hAnsi="Calibri" w:cs="Calibri"/>
          <w:b/>
          <w:i/>
          <w:lang w:eastAsia="en-US"/>
        </w:rPr>
        <w:t xml:space="preserve">oiect, este responsabil cu asigurarea implementării proiectului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a respectării tuturor prevederilor contractului de finan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 xml:space="preserve">are, sens în care acesta trebuie să aibă în vedere includerea în acordul de parteneriat, după caz, a oricăror prevederi pe care acesta le consideră necesare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care nu contravin, în niciun fel, prevederilor contractului de finan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>are, legisla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 xml:space="preserve">iei comunitare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na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>ionale incidente.</w:t>
      </w:r>
      <w:r w:rsidRPr="00C02C70">
        <w:rPr>
          <w:rFonts w:ascii="Calibri" w:hAnsi="Calibri" w:cs="Calibri"/>
          <w:b/>
          <w:lang w:eastAsia="en-US"/>
        </w:rPr>
        <w:t>)</w:t>
      </w:r>
    </w:p>
    <w:p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Păr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ile</w:t>
      </w:r>
    </w:p>
    <w:p w:rsidR="00E36F7F" w:rsidRPr="00C02C70" w:rsidRDefault="00E36F7F" w:rsidP="00E36F7F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i/>
          <w:iCs/>
          <w:lang w:eastAsia="sk-SK"/>
        </w:rPr>
        <w:t>denumirea completă a organiza</w:t>
      </w:r>
      <w:r w:rsidR="000012E7">
        <w:rPr>
          <w:rFonts w:ascii="Calibri" w:hAnsi="Calibri" w:cs="Calibri"/>
          <w:i/>
          <w:iCs/>
          <w:lang w:eastAsia="sk-SK"/>
        </w:rPr>
        <w:t>ț</w:t>
      </w:r>
      <w:r w:rsidRPr="00C02C70">
        <w:rPr>
          <w:rFonts w:ascii="Calibri" w:hAnsi="Calibri" w:cs="Calibri"/>
          <w:i/>
          <w:iCs/>
          <w:lang w:eastAsia="sk-SK"/>
        </w:rPr>
        <w:t>iei</w:t>
      </w:r>
      <w:r w:rsidRPr="00C02C70">
        <w:rPr>
          <w:rFonts w:ascii="Calibri" w:hAnsi="Calibri" w:cs="Calibri"/>
          <w:lang w:eastAsia="en-US"/>
        </w:rPr>
        <w:t xml:space="preserve">, cu sediul în </w:t>
      </w:r>
      <w:r w:rsidRPr="00C02C70">
        <w:rPr>
          <w:rFonts w:ascii="Calibri" w:hAnsi="Calibri" w:cs="Calibri"/>
          <w:i/>
          <w:iCs/>
          <w:lang w:eastAsia="en-US"/>
        </w:rPr>
        <w:t>adresa sediului</w:t>
      </w:r>
      <w:r w:rsidRPr="00C02C70">
        <w:rPr>
          <w:rFonts w:ascii="Calibri" w:hAnsi="Calibri" w:cs="Calibri"/>
          <w:lang w:eastAsia="en-US"/>
        </w:rPr>
        <w:t xml:space="preserve">, codul fiscal …, având calitatea de </w:t>
      </w:r>
      <w:r w:rsidRPr="00C02C70">
        <w:rPr>
          <w:rFonts w:ascii="Calibri" w:hAnsi="Calibri" w:cs="Calibri"/>
          <w:b/>
          <w:bCs/>
          <w:lang w:eastAsia="en-US"/>
        </w:rPr>
        <w:t>Lider de proiect</w:t>
      </w:r>
      <w:r w:rsidRPr="00C02C70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b/>
          <w:bCs/>
          <w:lang w:eastAsia="en-US"/>
        </w:rPr>
        <w:t>(Partener 1)</w:t>
      </w:r>
      <w:r w:rsidRPr="00C02C70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i/>
          <w:lang w:eastAsia="en-US"/>
        </w:rPr>
        <w:t xml:space="preserve">&lt;se vor insera datele de </w:t>
      </w:r>
      <w:r w:rsidR="0098148A" w:rsidRPr="00C02C70">
        <w:rPr>
          <w:rFonts w:ascii="Calibri" w:hAnsi="Calibri" w:cs="Calibri"/>
          <w:i/>
          <w:lang w:eastAsia="en-US"/>
        </w:rPr>
        <w:t>identificare</w:t>
      </w:r>
      <w:r w:rsidRPr="00C02C70">
        <w:rPr>
          <w:rFonts w:ascii="Calibri" w:hAnsi="Calibri" w:cs="Calibri"/>
          <w:i/>
          <w:lang w:eastAsia="en-US"/>
        </w:rPr>
        <w:t xml:space="preserve"> ale liderului de parteneriat </w:t>
      </w:r>
      <w:r w:rsidR="000012E7">
        <w:rPr>
          <w:rFonts w:ascii="Calibri" w:hAnsi="Calibri" w:cs="Calibri"/>
          <w:i/>
          <w:lang w:eastAsia="en-US"/>
        </w:rPr>
        <w:t>ș</w:t>
      </w:r>
      <w:r w:rsidRPr="00C02C70">
        <w:rPr>
          <w:rFonts w:ascii="Calibri" w:hAnsi="Calibri" w:cs="Calibri"/>
          <w:i/>
          <w:lang w:eastAsia="en-US"/>
        </w:rPr>
        <w:t>i conturile distincte deschise pe codurile de identificare fiscală ale acestuia la unitatea teritorială a Trezoreriei Statului&gt;</w:t>
      </w:r>
      <w:r w:rsidRPr="00C02C70">
        <w:rPr>
          <w:rFonts w:ascii="Calibri" w:hAnsi="Calibri" w:cs="Calibri"/>
          <w:lang w:eastAsia="en-US"/>
        </w:rPr>
        <w:t>, astfel:</w:t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disponibilită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(codul IBAN) pentru aplicarea mecanismului decontării cererilor de plată</w:t>
      </w:r>
      <w:r w:rsidRPr="00C02C70">
        <w:rPr>
          <w:rFonts w:ascii="Calibri" w:hAnsi="Calibri" w:cs="Calibri"/>
          <w:vertAlign w:val="superscript"/>
          <w:lang w:eastAsia="en-US"/>
        </w:rPr>
        <w:footnoteReference w:id="1"/>
      </w:r>
      <w:r w:rsidRPr="00C02C70">
        <w:rPr>
          <w:rFonts w:ascii="Calibri" w:hAnsi="Calibri" w:cs="Calibri"/>
          <w:lang w:eastAsia="en-US"/>
        </w:rPr>
        <w:t>:</w:t>
      </w:r>
      <w:r w:rsidRPr="00C02C70">
        <w:rPr>
          <w:rFonts w:ascii="Calibri" w:hAnsi="Calibri" w:cs="Calibri"/>
          <w:lang w:eastAsia="en-US"/>
        </w:rPr>
        <w:tab/>
        <w:t xml:space="preserve"> ……………………</w:t>
      </w:r>
      <w:r w:rsidRPr="00C02C70">
        <w:rPr>
          <w:rFonts w:ascii="Calibri" w:hAnsi="Calibri" w:cs="Calibri"/>
          <w:lang w:eastAsia="en-US"/>
        </w:rPr>
        <w:tab/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Statului: ……………………………</w:t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venituri (codul IBAN) în care se virează sumele aferente cererilor de rambursare</w:t>
      </w:r>
      <w:r w:rsidRPr="00C02C70">
        <w:rPr>
          <w:rFonts w:ascii="Calibri" w:hAnsi="Calibri" w:cs="Calibri"/>
          <w:vertAlign w:val="superscript"/>
          <w:lang w:eastAsia="en-US"/>
        </w:rPr>
        <w:footnoteReference w:id="2"/>
      </w:r>
      <w:r w:rsidRPr="00C02C70">
        <w:rPr>
          <w:rFonts w:ascii="Calibri" w:hAnsi="Calibri" w:cs="Calibri"/>
          <w:lang w:eastAsia="en-US"/>
        </w:rPr>
        <w:t>:………</w:t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</w:t>
      </w:r>
      <w:r w:rsidRPr="00C02C70" w:rsidDel="00B35B2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: ……………………………</w:t>
      </w:r>
    </w:p>
    <w:p w:rsidR="00E36F7F" w:rsidRPr="00C02C70" w:rsidRDefault="00E36F7F" w:rsidP="00E36F7F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i/>
          <w:iCs/>
          <w:lang w:eastAsia="sk-SK"/>
        </w:rPr>
        <w:lastRenderedPageBreak/>
        <w:t>denumirea completă a organiza</w:t>
      </w:r>
      <w:r w:rsidR="000012E7">
        <w:rPr>
          <w:rFonts w:ascii="Calibri" w:hAnsi="Calibri" w:cs="Calibri"/>
          <w:i/>
          <w:iCs/>
          <w:lang w:eastAsia="sk-SK"/>
        </w:rPr>
        <w:t>ț</w:t>
      </w:r>
      <w:r w:rsidRPr="00C02C70">
        <w:rPr>
          <w:rFonts w:ascii="Calibri" w:hAnsi="Calibri" w:cs="Calibri"/>
          <w:i/>
          <w:iCs/>
          <w:lang w:eastAsia="sk-SK"/>
        </w:rPr>
        <w:t>iei</w:t>
      </w:r>
      <w:r w:rsidRPr="00C02C70">
        <w:rPr>
          <w:rFonts w:ascii="Calibri" w:hAnsi="Calibri" w:cs="Calibri"/>
          <w:lang w:eastAsia="en-US"/>
        </w:rPr>
        <w:t xml:space="preserve">, cu sediul în </w:t>
      </w:r>
      <w:r w:rsidRPr="00C02C70">
        <w:rPr>
          <w:rFonts w:ascii="Calibri" w:hAnsi="Calibri" w:cs="Calibri"/>
          <w:i/>
          <w:iCs/>
          <w:lang w:eastAsia="en-US"/>
        </w:rPr>
        <w:t>adresa sediului</w:t>
      </w:r>
      <w:r w:rsidRPr="00C02C70">
        <w:rPr>
          <w:rFonts w:ascii="Calibri" w:hAnsi="Calibri" w:cs="Calibri"/>
          <w:lang w:eastAsia="en-US"/>
        </w:rPr>
        <w:t xml:space="preserve">,  codul fiscal …, având calitatea de </w:t>
      </w:r>
      <w:r w:rsidRPr="00C02C70">
        <w:rPr>
          <w:rFonts w:ascii="Calibri" w:hAnsi="Calibri" w:cs="Calibri"/>
          <w:b/>
          <w:bCs/>
          <w:lang w:eastAsia="en-US"/>
        </w:rPr>
        <w:t>Partener 2</w:t>
      </w:r>
      <w:r w:rsidRPr="00C02C70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i/>
          <w:lang w:eastAsia="en-US"/>
        </w:rPr>
        <w:t xml:space="preserve">&lt;se vor insera datele de </w:t>
      </w:r>
      <w:r w:rsidR="0098148A" w:rsidRPr="00C02C70">
        <w:rPr>
          <w:rFonts w:ascii="Calibri" w:hAnsi="Calibri" w:cs="Calibri"/>
          <w:i/>
          <w:lang w:eastAsia="en-US"/>
        </w:rPr>
        <w:t>identificare</w:t>
      </w:r>
      <w:r w:rsidRPr="00C02C70">
        <w:rPr>
          <w:rFonts w:ascii="Calibri" w:hAnsi="Calibri" w:cs="Calibri"/>
          <w:i/>
          <w:lang w:eastAsia="en-US"/>
        </w:rPr>
        <w:t xml:space="preserve"> ale partenerului </w:t>
      </w:r>
      <w:r w:rsidR="000012E7">
        <w:rPr>
          <w:rFonts w:ascii="Calibri" w:hAnsi="Calibri" w:cs="Calibri"/>
          <w:i/>
          <w:lang w:eastAsia="en-US"/>
        </w:rPr>
        <w:t>ș</w:t>
      </w:r>
      <w:r w:rsidRPr="00C02C70">
        <w:rPr>
          <w:rFonts w:ascii="Calibri" w:hAnsi="Calibri" w:cs="Calibri"/>
          <w:i/>
          <w:lang w:eastAsia="en-US"/>
        </w:rPr>
        <w:t>i, dacă este cazul, conturile distincte deschise pe codurile de identificare fiscală ale acestuia la unitatea teritorială a Trezoreriei Statului&gt;, astfel:</w:t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disponibilită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(codul IBAN) pentru aplicarea mecanismului decontării cererilor de plată:</w:t>
      </w:r>
      <w:r w:rsidRPr="00C02C70">
        <w:rPr>
          <w:rFonts w:ascii="Calibri" w:hAnsi="Calibri" w:cs="Calibri"/>
          <w:lang w:eastAsia="en-US"/>
        </w:rPr>
        <w:tab/>
        <w:t xml:space="preserve"> ……………………</w:t>
      </w:r>
      <w:r w:rsidRPr="00C02C70">
        <w:rPr>
          <w:rFonts w:ascii="Calibri" w:hAnsi="Calibri" w:cs="Calibri"/>
          <w:lang w:eastAsia="en-US"/>
        </w:rPr>
        <w:tab/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Statului: ……………………………</w:t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venituri (codul IBAN) în care se virează sumele aferente cererilor de rambursare:………</w:t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</w:t>
      </w:r>
      <w:r w:rsidRPr="00C02C70" w:rsidDel="00B35B2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: ……………………………</w:t>
      </w:r>
    </w:p>
    <w:p w:rsidR="00E36F7F" w:rsidRPr="00C02C70" w:rsidRDefault="00E36F7F" w:rsidP="00E36F7F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i/>
          <w:iCs/>
          <w:lang w:eastAsia="sk-SK"/>
        </w:rPr>
        <w:t>denumirea completă a organiza</w:t>
      </w:r>
      <w:r w:rsidR="000012E7">
        <w:rPr>
          <w:rFonts w:ascii="Calibri" w:hAnsi="Calibri" w:cs="Calibri"/>
          <w:i/>
          <w:iCs/>
          <w:lang w:eastAsia="sk-SK"/>
        </w:rPr>
        <w:t>ț</w:t>
      </w:r>
      <w:r w:rsidRPr="00C02C70">
        <w:rPr>
          <w:rFonts w:ascii="Calibri" w:hAnsi="Calibri" w:cs="Calibri"/>
          <w:i/>
          <w:iCs/>
          <w:lang w:eastAsia="sk-SK"/>
        </w:rPr>
        <w:t>iei</w:t>
      </w:r>
      <w:r w:rsidRPr="00C02C70">
        <w:rPr>
          <w:rFonts w:ascii="Calibri" w:hAnsi="Calibri" w:cs="Calibri"/>
          <w:lang w:eastAsia="en-US"/>
        </w:rPr>
        <w:t xml:space="preserve">, cu sediul în </w:t>
      </w:r>
      <w:r w:rsidRPr="00C02C70">
        <w:rPr>
          <w:rFonts w:ascii="Calibri" w:hAnsi="Calibri" w:cs="Calibri"/>
          <w:i/>
          <w:iCs/>
          <w:lang w:eastAsia="en-US"/>
        </w:rPr>
        <w:t>adresa sediului</w:t>
      </w:r>
      <w:r w:rsidRPr="00C02C70">
        <w:rPr>
          <w:rFonts w:ascii="Calibri" w:hAnsi="Calibri" w:cs="Calibri"/>
          <w:lang w:eastAsia="en-US"/>
        </w:rPr>
        <w:t xml:space="preserve">,  codul fiscal …, având calitatea de </w:t>
      </w:r>
      <w:r w:rsidRPr="00C02C70">
        <w:rPr>
          <w:rFonts w:ascii="Calibri" w:hAnsi="Calibri" w:cs="Calibri"/>
          <w:b/>
          <w:bCs/>
          <w:lang w:eastAsia="en-US"/>
        </w:rPr>
        <w:t>Partener n,</w:t>
      </w:r>
      <w:r w:rsidRPr="00C02C70">
        <w:rPr>
          <w:rFonts w:ascii="Calibri" w:hAnsi="Calibri" w:cs="Calibri"/>
          <w:lang w:eastAsia="en-US"/>
        </w:rPr>
        <w:t xml:space="preserve"> unde </w:t>
      </w:r>
      <w:r w:rsidRPr="00C02C70">
        <w:rPr>
          <w:rFonts w:ascii="Calibri" w:hAnsi="Calibri" w:cs="Calibri"/>
          <w:i/>
          <w:iCs/>
          <w:lang w:eastAsia="en-US"/>
        </w:rPr>
        <w:t>n</w:t>
      </w:r>
      <w:r w:rsidRPr="00C02C70">
        <w:rPr>
          <w:rFonts w:ascii="Calibri" w:hAnsi="Calibri" w:cs="Calibri"/>
          <w:i/>
          <w:iCs/>
          <w:lang w:val="fr-FR" w:eastAsia="en-US"/>
        </w:rPr>
        <w:t xml:space="preserve">= </w:t>
      </w:r>
      <w:r w:rsidRPr="00C02C70">
        <w:rPr>
          <w:rFonts w:ascii="Calibri" w:hAnsi="Calibri" w:cs="Calibri"/>
          <w:i/>
          <w:iCs/>
          <w:lang w:eastAsia="en-US"/>
        </w:rPr>
        <w:t>numărul total de membri ai parteneriatului</w:t>
      </w:r>
      <w:r w:rsidRPr="00C02C70">
        <w:rPr>
          <w:rFonts w:ascii="Calibri" w:hAnsi="Calibri" w:cs="Calibri"/>
          <w:i/>
          <w:lang w:eastAsia="en-US"/>
        </w:rPr>
        <w:t xml:space="preserve">&lt;se vor insera datele de </w:t>
      </w:r>
      <w:r w:rsidR="0098148A" w:rsidRPr="00C02C70">
        <w:rPr>
          <w:rFonts w:ascii="Calibri" w:hAnsi="Calibri" w:cs="Calibri"/>
          <w:i/>
          <w:lang w:eastAsia="en-US"/>
        </w:rPr>
        <w:t>identificare</w:t>
      </w:r>
      <w:r w:rsidRPr="00C02C70">
        <w:rPr>
          <w:rFonts w:ascii="Calibri" w:hAnsi="Calibri" w:cs="Calibri"/>
          <w:i/>
          <w:lang w:eastAsia="en-US"/>
        </w:rPr>
        <w:t xml:space="preserve"> ale partenerului </w:t>
      </w:r>
      <w:r w:rsidR="000012E7">
        <w:rPr>
          <w:rFonts w:ascii="Calibri" w:hAnsi="Calibri" w:cs="Calibri"/>
          <w:i/>
          <w:lang w:eastAsia="en-US"/>
        </w:rPr>
        <w:t>ș</w:t>
      </w:r>
      <w:r w:rsidRPr="00C02C70">
        <w:rPr>
          <w:rFonts w:ascii="Calibri" w:hAnsi="Calibri" w:cs="Calibri"/>
          <w:i/>
          <w:lang w:eastAsia="en-US"/>
        </w:rPr>
        <w:t>i conturile distincte deschise pe codurile de identificare fiscală ale acestuia la unitatea teritorială a Trezoreriei Statului, după modelul de mai sus&gt;.</w:t>
      </w:r>
    </w:p>
    <w:p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disponibilită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(codul IBAN) pentru aplicarea mecanismului decontării cererilor de plată:</w:t>
      </w:r>
      <w:r w:rsidRPr="00C02C70">
        <w:rPr>
          <w:rFonts w:ascii="Calibri" w:hAnsi="Calibri" w:cs="Calibri"/>
          <w:lang w:eastAsia="en-US"/>
        </w:rPr>
        <w:tab/>
        <w:t xml:space="preserve"> ……………………</w:t>
      </w:r>
      <w:r w:rsidRPr="00C02C70">
        <w:rPr>
          <w:rFonts w:ascii="Calibri" w:hAnsi="Calibri" w:cs="Calibri"/>
          <w:lang w:eastAsia="en-US"/>
        </w:rPr>
        <w:tab/>
      </w:r>
    </w:p>
    <w:p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Statului: ……………………………</w:t>
      </w:r>
    </w:p>
    <w:p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venituri (codul IBAN) în care se virează sumele aferente cererilor de rambursare:………</w:t>
      </w:r>
    </w:p>
    <w:p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</w:t>
      </w:r>
      <w:r w:rsidRPr="00C02C70" w:rsidDel="00B35B2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: ……………………………</w:t>
      </w:r>
    </w:p>
    <w:p w:rsidR="00E36F7F" w:rsidRDefault="00E36F7F" w:rsidP="00E36F7F">
      <w:pPr>
        <w:spacing w:before="120" w:after="120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au convenit următoarele:</w:t>
      </w:r>
    </w:p>
    <w:p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Obiectul</w:t>
      </w:r>
    </w:p>
    <w:p w:rsidR="00E36F7F" w:rsidRPr="00C02C70" w:rsidRDefault="00E36F7F" w:rsidP="0092149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Obiectul acestui parteneriat este de a stabili drepturile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ilor, contribu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financiară proprie a fiecărei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la bugetul proiectului, precum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responsabilită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ce le revin în implementarea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ilor aferente proiectului: </w:t>
      </w:r>
      <w:r w:rsidRPr="00C02C70">
        <w:rPr>
          <w:rFonts w:ascii="Calibri" w:hAnsi="Calibri" w:cs="Calibri"/>
          <w:i/>
          <w:iCs/>
          <w:lang w:eastAsia="en-US"/>
        </w:rPr>
        <w:t>titlul proiectului</w:t>
      </w:r>
      <w:r w:rsidRPr="00C02C70">
        <w:rPr>
          <w:rFonts w:ascii="Calibri" w:hAnsi="Calibri" w:cs="Calibri"/>
          <w:lang w:eastAsia="en-US"/>
        </w:rPr>
        <w:t xml:space="preserve">, care este depus în cadrul </w:t>
      </w:r>
      <w:r w:rsidR="0092149F" w:rsidRPr="00C02C70">
        <w:rPr>
          <w:rFonts w:ascii="Calibri" w:hAnsi="Calibri" w:cs="Calibri"/>
          <w:lang w:eastAsia="en-US"/>
        </w:rPr>
        <w:t>Programului Regiunea Centru</w:t>
      </w:r>
      <w:r w:rsidRPr="00C02C70">
        <w:rPr>
          <w:rFonts w:ascii="Calibri" w:hAnsi="Calibri" w:cs="Calibri"/>
          <w:lang w:eastAsia="en-US"/>
        </w:rPr>
        <w:t xml:space="preserve">, </w:t>
      </w:r>
      <w:r w:rsidR="0092149F" w:rsidRPr="00C02C70">
        <w:rPr>
          <w:rFonts w:ascii="Calibri" w:hAnsi="Calibri" w:cs="Calibri"/>
          <w:lang w:eastAsia="en-US"/>
        </w:rPr>
        <w:t>Prioritatea………., Ac</w:t>
      </w:r>
      <w:r w:rsidR="000012E7">
        <w:rPr>
          <w:rFonts w:ascii="Calibri" w:hAnsi="Calibri" w:cs="Calibri"/>
          <w:lang w:eastAsia="en-US"/>
        </w:rPr>
        <w:t>ț</w:t>
      </w:r>
      <w:r w:rsidR="0092149F" w:rsidRPr="00C02C70">
        <w:rPr>
          <w:rFonts w:ascii="Calibri" w:hAnsi="Calibri" w:cs="Calibri"/>
          <w:lang w:eastAsia="en-US"/>
        </w:rPr>
        <w:t>iunea......., apel de proiecte</w:t>
      </w:r>
      <w:r w:rsidR="0092149F" w:rsidRPr="00C02C70">
        <w:rPr>
          <w:rFonts w:ascii="Calibri" w:hAnsi="Calibri" w:cs="Calibri"/>
          <w:i/>
          <w:lang w:eastAsia="en-US"/>
        </w:rPr>
        <w:t xml:space="preserve"> (Cod generat MySMIS </w:t>
      </w:r>
      <w:r w:rsidR="000012E7">
        <w:rPr>
          <w:rFonts w:ascii="Calibri" w:hAnsi="Calibri" w:cs="Calibri"/>
          <w:i/>
          <w:lang w:eastAsia="en-US"/>
        </w:rPr>
        <w:t>ș</w:t>
      </w:r>
      <w:r w:rsidR="0092149F" w:rsidRPr="00C02C70">
        <w:rPr>
          <w:rFonts w:ascii="Calibri" w:hAnsi="Calibri" w:cs="Calibri"/>
          <w:i/>
          <w:lang w:eastAsia="en-US"/>
        </w:rPr>
        <w:t>i denumire)</w:t>
      </w:r>
      <w:r w:rsidR="0092149F" w:rsidRPr="00C02C70">
        <w:rPr>
          <w:rFonts w:ascii="Calibri" w:hAnsi="Calibri" w:cs="Calibri"/>
          <w:lang w:eastAsia="en-US"/>
        </w:rPr>
        <w:t xml:space="preserve"> .............,  precum </w:t>
      </w:r>
      <w:r w:rsidR="000012E7">
        <w:rPr>
          <w:rFonts w:ascii="Calibri" w:hAnsi="Calibri" w:cs="Calibri"/>
          <w:lang w:eastAsia="en-US"/>
        </w:rPr>
        <w:t>ș</w:t>
      </w:r>
      <w:r w:rsidR="0092149F" w:rsidRPr="00C02C70">
        <w:rPr>
          <w:rFonts w:ascii="Calibri" w:hAnsi="Calibri" w:cs="Calibri"/>
          <w:lang w:eastAsia="en-US"/>
        </w:rPr>
        <w:t xml:space="preserve">i pe perioada de durabilitate </w:t>
      </w:r>
      <w:r w:rsidR="000012E7">
        <w:rPr>
          <w:rFonts w:ascii="Calibri" w:hAnsi="Calibri" w:cs="Calibri"/>
          <w:lang w:eastAsia="en-US"/>
        </w:rPr>
        <w:t>ș</w:t>
      </w:r>
      <w:r w:rsidR="0092149F" w:rsidRPr="00C02C70">
        <w:rPr>
          <w:rFonts w:ascii="Calibri" w:hAnsi="Calibri" w:cs="Calibri"/>
          <w:lang w:eastAsia="en-US"/>
        </w:rPr>
        <w:t>i de valabilitate a contractului de finan</w:t>
      </w:r>
      <w:r w:rsidR="000012E7">
        <w:rPr>
          <w:rFonts w:ascii="Calibri" w:hAnsi="Calibri" w:cs="Calibri"/>
          <w:lang w:eastAsia="en-US"/>
        </w:rPr>
        <w:t>ț</w:t>
      </w:r>
      <w:r w:rsidR="0092149F" w:rsidRPr="00C02C70">
        <w:rPr>
          <w:rFonts w:ascii="Calibri" w:hAnsi="Calibri" w:cs="Calibri"/>
          <w:lang w:eastAsia="en-US"/>
        </w:rPr>
        <w:t xml:space="preserve">are. </w:t>
      </w:r>
    </w:p>
    <w:p w:rsidR="00E36F7F" w:rsidRDefault="00E36F7F" w:rsidP="00E36F7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Prezentul acord se constituie anexă la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Roluri </w:t>
      </w:r>
      <w:r w:rsidR="000012E7">
        <w:rPr>
          <w:rFonts w:ascii="Calibri" w:hAnsi="Calibri" w:cs="Calibri"/>
          <w:b/>
          <w:bCs/>
          <w:lang w:eastAsia="en-US"/>
        </w:rPr>
        <w:t>ș</w:t>
      </w:r>
      <w:r w:rsidRPr="00C02C70">
        <w:rPr>
          <w:rFonts w:ascii="Calibri" w:hAnsi="Calibri" w:cs="Calibri"/>
          <w:b/>
          <w:bCs/>
          <w:lang w:eastAsia="en-US"/>
        </w:rPr>
        <w:t>i responsabilită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 în implementarea proiectului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Rolurile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responsabilită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 sunt descrise în tabelul de mai jos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corespund prevederilor din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are:</w:t>
      </w:r>
    </w:p>
    <w:tbl>
      <w:tblPr>
        <w:tblW w:w="8014" w:type="dxa"/>
        <w:tblInd w:w="648" w:type="dxa"/>
        <w:tblBorders>
          <w:bottom w:val="single" w:sz="4" w:space="0" w:color="808080"/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2541"/>
        <w:gridCol w:w="5473"/>
      </w:tblGrid>
      <w:tr w:rsidR="00E36F7F" w:rsidRPr="00C02C70">
        <w:trPr>
          <w:trHeight w:val="441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tabs>
                <w:tab w:val="left" w:pos="1800"/>
              </w:tabs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>Organiza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ia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ab/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 xml:space="preserve">Roluri 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ș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 responsabilită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</w:t>
            </w:r>
          </w:p>
        </w:tc>
      </w:tr>
      <w:tr w:rsidR="00E36F7F" w:rsidRPr="00C02C70">
        <w:trPr>
          <w:trHeight w:val="1379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Lider de parteneriat (Partener 1)</w:t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C02C70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 vor descrie activită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subactivită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ile pe care fiecare partener trebuie să le implementeze, în strânsă corelare cu informa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iile furnizate în formularul cererii de finan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are</w:t>
            </w:r>
          </w:p>
          <w:p w:rsidR="00E36F7F" w:rsidRPr="00C02C70" w:rsidRDefault="00E36F7F" w:rsidP="00C02C70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De asemenea, se va men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iona valoarea estimată a 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lastRenderedPageBreak/>
              <w:t>fiecărei activită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i, defalcată pentru fiecare partener/lider de parteneriat</w:t>
            </w:r>
          </w:p>
        </w:tc>
      </w:tr>
      <w:tr w:rsidR="00E36F7F" w:rsidRPr="00C02C70">
        <w:trPr>
          <w:trHeight w:val="427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lastRenderedPageBreak/>
              <w:t>Partener 2</w:t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idem</w:t>
            </w:r>
          </w:p>
        </w:tc>
      </w:tr>
      <w:tr w:rsidR="00E36F7F" w:rsidRPr="00C02C70">
        <w:trPr>
          <w:trHeight w:val="441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 n</w:t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idem</w:t>
            </w:r>
          </w:p>
        </w:tc>
      </w:tr>
    </w:tbl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Contribu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la co-finan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area cheltuielilor totale ale proiectului</w:t>
      </w:r>
    </w:p>
    <w:p w:rsidR="00E36F7F" w:rsidRPr="00C02C70" w:rsidRDefault="00E36F7F" w:rsidP="00E36F7F">
      <w:pPr>
        <w:keepNext/>
        <w:numPr>
          <w:ilvl w:val="2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vor asigura contribu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la co-finan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area cheltuielilor totale ale proiectului a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a cum este precizat în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 prezentul acord.</w:t>
      </w:r>
    </w:p>
    <w:tbl>
      <w:tblPr>
        <w:tblW w:w="8045" w:type="dxa"/>
        <w:tblInd w:w="648" w:type="dxa"/>
        <w:tblBorders>
          <w:bottom w:val="single" w:sz="4" w:space="0" w:color="808080"/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2551"/>
        <w:gridCol w:w="5494"/>
      </w:tblGrid>
      <w:tr w:rsidR="00E36F7F" w:rsidRPr="00C02C70">
        <w:trPr>
          <w:trHeight w:val="463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tabs>
                <w:tab w:val="left" w:pos="1800"/>
              </w:tabs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>Organiza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ia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ab/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>Contribu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ia (unde este cazul)</w:t>
            </w:r>
          </w:p>
        </w:tc>
      </w:tr>
      <w:tr w:rsidR="00E36F7F" w:rsidRPr="00C02C70">
        <w:trPr>
          <w:trHeight w:val="1358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Lider de parte</w:t>
            </w:r>
            <w:r w:rsidR="000012E7">
              <w:rPr>
                <w:rFonts w:ascii="Calibri" w:hAnsi="Calibri" w:cs="Calibri"/>
                <w:lang w:eastAsia="en-US"/>
              </w:rPr>
              <w:t>ne</w:t>
            </w:r>
            <w:r w:rsidRPr="00C02C70">
              <w:rPr>
                <w:rFonts w:ascii="Calibri" w:hAnsi="Calibri" w:cs="Calibri"/>
                <w:lang w:eastAsia="en-US"/>
              </w:rPr>
              <w:t>riat (Partener 1)</w:t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Valoarea contribu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iei la total cheltuieli eligibile (în lei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 %) </w:t>
            </w:r>
          </w:p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Valoarea contribu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iei la total  cheltuieli neeligibile (în lei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 %) </w:t>
            </w:r>
          </w:p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Valoarea contribu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iei la valoarea totală a proiectului (în lei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%)</w:t>
            </w:r>
          </w:p>
        </w:tc>
      </w:tr>
      <w:tr w:rsidR="00E36F7F" w:rsidRPr="00C02C70">
        <w:trPr>
          <w:trHeight w:val="463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2</w:t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</w:p>
        </w:tc>
      </w:tr>
      <w:tr w:rsidR="00E36F7F" w:rsidRPr="00C02C70">
        <w:trPr>
          <w:trHeight w:val="477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n</w:t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 xml:space="preserve"> </w:t>
            </w:r>
          </w:p>
        </w:tc>
      </w:tr>
    </w:tbl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Plă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</w:t>
      </w:r>
    </w:p>
    <w:p w:rsidR="0092149F" w:rsidRPr="00C02C70" w:rsidRDefault="0092149F" w:rsidP="00EF0890">
      <w:pPr>
        <w:spacing w:before="120" w:after="120"/>
        <w:ind w:left="15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Responsabilită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privind derularea fluxurilor financiare se vor realiza în conformitate cu prevederile Ordonan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ei de urgen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ă a Guvernului nr. 133/2021 privind gestionarea financiară a fondurilor europene pentru perioada de programare 2021-2027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ale Normelor metodologice de aplicare a prevederilor Ordonan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ei de urgen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ă a Guvernului nr. 133/2021 privind gestionarea financiară a fondurilor europene pentru perioada de programare 2021-2027, aprobate prin Hotărârea nr. 829/2022. </w:t>
      </w:r>
      <w:r w:rsidR="000012E7">
        <w:rPr>
          <w:rFonts w:ascii="Calibri" w:hAnsi="Calibri" w:cs="Calibri"/>
          <w:lang w:eastAsia="en-US"/>
        </w:rPr>
        <w:t>Î</w:t>
      </w:r>
      <w:r w:rsidRPr="00C02C70">
        <w:rPr>
          <w:rFonts w:ascii="Calibri" w:hAnsi="Calibri" w:cs="Calibri"/>
          <w:lang w:eastAsia="en-US"/>
        </w:rPr>
        <w:t xml:space="preserve">n acest sens, se vor </w:t>
      </w:r>
      <w:r w:rsidR="00C02C70" w:rsidRPr="00C02C70">
        <w:rPr>
          <w:rFonts w:ascii="Calibri" w:hAnsi="Calibri" w:cs="Calibri"/>
          <w:lang w:eastAsia="en-US"/>
        </w:rPr>
        <w:t>include</w:t>
      </w:r>
      <w:r w:rsidRPr="00C02C70">
        <w:rPr>
          <w:rFonts w:ascii="Calibri" w:hAnsi="Calibri" w:cs="Calibri"/>
          <w:lang w:eastAsia="en-US"/>
        </w:rPr>
        <w:t xml:space="preserve"> în acordul de parteneriat prevederi precum următoarele:</w:t>
      </w:r>
    </w:p>
    <w:p w:rsidR="00E36F7F" w:rsidRPr="00C02C70" w:rsidRDefault="00E36F7F" w:rsidP="00E36F7F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>pentru decontarea cheltuielilor rambursabile fiecare partener va depune la liderul de parteneriat o cerere de rambursare/plată pentru cheltuielile efectuate conform acordului de parte</w:t>
      </w:r>
      <w:r w:rsidR="000012E7">
        <w:rPr>
          <w:rFonts w:ascii="Calibri" w:hAnsi="Calibri" w:cs="Calibri"/>
          <w:bCs/>
          <w:lang w:eastAsia="en-US"/>
        </w:rPr>
        <w:t>ne</w:t>
      </w:r>
      <w:r w:rsidRPr="00C02C70">
        <w:rPr>
          <w:rFonts w:ascii="Calibri" w:hAnsi="Calibri" w:cs="Calibri"/>
          <w:bCs/>
          <w:lang w:eastAsia="en-US"/>
        </w:rPr>
        <w:t xml:space="preserve">riat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toate documentele justificative, inclusiv dosarul achizi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iilor publice  derulate de ace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tia;</w:t>
      </w:r>
    </w:p>
    <w:p w:rsidR="00E36F7F" w:rsidRPr="00C02C70" w:rsidRDefault="00E36F7F" w:rsidP="00E36F7F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>liderul de parteneriat este responsabil cu depunerea cereri</w:t>
      </w:r>
      <w:r w:rsidR="0092149F" w:rsidRPr="00C02C70">
        <w:rPr>
          <w:rFonts w:ascii="Calibri" w:hAnsi="Calibri" w:cs="Calibri"/>
          <w:bCs/>
          <w:lang w:eastAsia="en-US"/>
        </w:rPr>
        <w:t xml:space="preserve">le de rambursare/plată către </w:t>
      </w:r>
      <w:r w:rsidRPr="00C02C70">
        <w:rPr>
          <w:rFonts w:ascii="Calibri" w:hAnsi="Calibri" w:cs="Calibri"/>
          <w:bCs/>
          <w:lang w:eastAsia="en-US"/>
        </w:rPr>
        <w:t>autoritatea de management</w:t>
      </w:r>
      <w:r w:rsidRPr="00C02C70">
        <w:rPr>
          <w:rFonts w:ascii="Calibri" w:hAnsi="Calibri" w:cs="Calibri"/>
          <w:bCs/>
          <w:vertAlign w:val="superscript"/>
          <w:lang w:eastAsia="en-US"/>
        </w:rPr>
        <w:footnoteReference w:id="3"/>
      </w:r>
      <w:r w:rsidRPr="00C02C70">
        <w:rPr>
          <w:rFonts w:ascii="Calibri" w:hAnsi="Calibri" w:cs="Calibri"/>
          <w:bCs/>
          <w:lang w:eastAsia="en-US"/>
        </w:rPr>
        <w:t>, iar autoritatea de management virează, după efectuarea verificărilor necesare, valoarea cheltuielilor nerambursabile în conturile liderului de partene</w:t>
      </w:r>
      <w:r w:rsidRPr="00C02C70">
        <w:rPr>
          <w:rFonts w:ascii="Calibri" w:hAnsi="Calibri" w:cs="Calibri"/>
          <w:bCs/>
          <w:lang w:eastAsia="en-US"/>
        </w:rPr>
        <w:lastRenderedPageBreak/>
        <w:t xml:space="preserve">riat/partenerilor care le-au efectuat,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în concordan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ă cu valoarea corespunzătoare 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ii/activită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 xml:space="preserve">ilor proprii din proiect, asumate conform prevederilor art.  3, alin. (1)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(2) din acordul de parteneriat.</w:t>
      </w:r>
    </w:p>
    <w:p w:rsidR="00E36F7F" w:rsidRPr="00C02C70" w:rsidRDefault="00E36F7F" w:rsidP="00E36F7F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 xml:space="preserve">liderul de parteneriat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partenerii - institu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 publice î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 xml:space="preserve">i cuprind în bugetul propriu sumele pentru creditele de angajament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creditele bugetare în limita sumei necesare finan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ării valorii corespunzătoare 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ii/activită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ilor proprii din proiect, asumate conform prevederilor acordului de parteneriat, anexă la cererea de finan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are</w:t>
      </w:r>
      <w:r w:rsidRPr="00C02C70">
        <w:rPr>
          <w:rFonts w:ascii="Calibri" w:hAnsi="Calibri" w:cs="Calibri"/>
          <w:bCs/>
          <w:vertAlign w:val="superscript"/>
          <w:lang w:eastAsia="en-US"/>
        </w:rPr>
        <w:footnoteReference w:id="4"/>
      </w:r>
      <w:r w:rsidRPr="00C02C70">
        <w:rPr>
          <w:rFonts w:ascii="Calibri" w:hAnsi="Calibri" w:cs="Calibri"/>
          <w:bCs/>
          <w:lang w:eastAsia="en-US"/>
        </w:rPr>
        <w:t>.</w:t>
      </w:r>
    </w:p>
    <w:p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Perioada de valabilitate a acordului de parteneriat</w:t>
      </w:r>
    </w:p>
    <w:p w:rsidR="00E36F7F" w:rsidRDefault="00E36F7F" w:rsidP="00E36F7F">
      <w:pPr>
        <w:keepNext/>
        <w:numPr>
          <w:ilvl w:val="2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Perioada de valabilitate a acordului începe la data semnării prezentului Acord</w:t>
      </w:r>
      <w:r w:rsidRPr="00C02C70">
        <w:rPr>
          <w:rFonts w:ascii="Calibri" w:hAnsi="Calibri" w:cs="Calibri"/>
          <w:b/>
          <w:bCs/>
          <w:lang w:eastAsia="en-US"/>
        </w:rPr>
        <w:t xml:space="preserve"> </w:t>
      </w:r>
      <w:r w:rsidR="000012E7">
        <w:rPr>
          <w:rFonts w:ascii="Calibri" w:hAnsi="Calibri" w:cs="Calibri"/>
          <w:lang w:eastAsia="en-US"/>
        </w:rPr>
        <w:t>ș</w:t>
      </w:r>
      <w:r w:rsidR="00137EF3" w:rsidRPr="00C02C70">
        <w:rPr>
          <w:rFonts w:ascii="Calibri" w:hAnsi="Calibri" w:cs="Calibri"/>
          <w:lang w:eastAsia="en-US"/>
        </w:rPr>
        <w:t xml:space="preserve">i încetează la data la care </w:t>
      </w:r>
      <w:r w:rsidRPr="00C02C70">
        <w:rPr>
          <w:rFonts w:ascii="Calibri" w:hAnsi="Calibri" w:cs="Calibri"/>
          <w:lang w:eastAsia="en-US"/>
        </w:rPr>
        <w:t>Contractul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 aferent proiectului î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încetează valabilitatea. Prelungirea perioadei de valabilitate a contractului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conduce automat la extinderea Perioadei de valabilitate a prezentului acord. </w:t>
      </w:r>
    </w:p>
    <w:p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Drepturile </w:t>
      </w:r>
      <w:r w:rsidR="000012E7">
        <w:rPr>
          <w:rFonts w:ascii="Calibri" w:hAnsi="Calibri" w:cs="Calibri"/>
          <w:b/>
          <w:bCs/>
          <w:lang w:eastAsia="en-US"/>
        </w:rPr>
        <w:t>ș</w:t>
      </w:r>
      <w:r w:rsidRPr="00C02C70">
        <w:rPr>
          <w:rFonts w:ascii="Calibri" w:hAnsi="Calibri" w:cs="Calibri"/>
          <w:b/>
          <w:bCs/>
          <w:lang w:eastAsia="en-US"/>
        </w:rPr>
        <w:t xml:space="preserve">i </w:t>
      </w:r>
      <w:r w:rsidR="00C02C70"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C02C70" w:rsidRPr="00C02C70">
        <w:rPr>
          <w:rFonts w:ascii="Calibri" w:hAnsi="Calibri" w:cs="Calibri"/>
          <w:b/>
          <w:bCs/>
          <w:lang w:eastAsia="en-US"/>
        </w:rPr>
        <w:t>iile</w:t>
      </w:r>
      <w:r w:rsidRPr="00C02C70">
        <w:rPr>
          <w:rFonts w:ascii="Calibri" w:hAnsi="Calibri" w:cs="Calibri"/>
          <w:b/>
          <w:bCs/>
          <w:lang w:eastAsia="en-US"/>
        </w:rPr>
        <w:t xml:space="preserve"> liderului de parteneriat (Partenerului 1)</w:t>
      </w:r>
    </w:p>
    <w:p w:rsidR="00E36F7F" w:rsidRPr="00C02C70" w:rsidRDefault="00E36F7F" w:rsidP="00E36F7F">
      <w:pPr>
        <w:keepNext/>
        <w:numPr>
          <w:ilvl w:val="0"/>
          <w:numId w:val="7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Drepturile liderului de parteneriat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Liderul de proiect parteneriat are dreptul să solicite celorlal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parteneri furnizarea oricăror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documente legate de proiect, în scopul elaborării rapoartelor de progres, a cererilor de rambursare/plată, sau a verificării respectării normelor în vigoare privind atribuirea contractelor de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ie.</w:t>
      </w:r>
    </w:p>
    <w:p w:rsidR="00E36F7F" w:rsidRPr="00C02C70" w:rsidRDefault="00E36F7F" w:rsidP="00E36F7F">
      <w:pPr>
        <w:keepNext/>
        <w:numPr>
          <w:ilvl w:val="0"/>
          <w:numId w:val="7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iile liderului de parteneriat</w:t>
      </w:r>
    </w:p>
    <w:p w:rsidR="00E36F7F" w:rsidRPr="00C02C70" w:rsidRDefault="00E36F7F" w:rsidP="00E36F7F">
      <w:pPr>
        <w:keepNext/>
        <w:numPr>
          <w:ilvl w:val="1"/>
          <w:numId w:val="6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Liderul de parteneriat (Partener 1) va semna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Contractul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Liderul de parteneriat (Partener 1) va consulta partenerii cu regularitate, îi va informa despre progresul în implementarea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le va furniza copii ale rapoartelor de progres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financiare.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Propunerile pentru modificări importante ale proiectului (e.g.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i, parteneri etc.), trebuie să fie convenite cu partenerii înaintea solicitării aprobării de către Autoritatea de managem</w:t>
      </w:r>
      <w:r w:rsidR="00137EF3" w:rsidRPr="00C02C70">
        <w:rPr>
          <w:rFonts w:ascii="Calibri" w:hAnsi="Calibri" w:cs="Calibri"/>
          <w:lang w:eastAsia="en-US"/>
        </w:rPr>
        <w:t>ent</w:t>
      </w:r>
      <w:r w:rsidRPr="00C02C70">
        <w:rPr>
          <w:rFonts w:ascii="Calibri" w:hAnsi="Calibri" w:cs="Calibri"/>
          <w:lang w:eastAsia="en-US"/>
        </w:rPr>
        <w:t xml:space="preserve">. </w:t>
      </w:r>
    </w:p>
    <w:p w:rsidR="00E36F7F" w:rsidRPr="00C02C70" w:rsidRDefault="00E36F7F" w:rsidP="00E36F7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 xml:space="preserve">Liderul de parteneriat </w:t>
      </w:r>
      <w:r w:rsidRPr="00C02C70">
        <w:rPr>
          <w:rFonts w:ascii="Calibri" w:hAnsi="Calibri" w:cs="Calibri"/>
          <w:lang w:eastAsia="en-US"/>
        </w:rPr>
        <w:t xml:space="preserve">este responsabil cu transmiterea </w:t>
      </w:r>
      <w:r w:rsidR="00137EF3" w:rsidRPr="00C02C70">
        <w:rPr>
          <w:rFonts w:ascii="Calibri" w:hAnsi="Calibri" w:cs="Calibri"/>
          <w:bCs/>
          <w:lang w:eastAsia="en-US"/>
        </w:rPr>
        <w:t>către A</w:t>
      </w:r>
      <w:r w:rsidRPr="00C02C70">
        <w:rPr>
          <w:rFonts w:ascii="Calibri" w:hAnsi="Calibri" w:cs="Calibri"/>
          <w:bCs/>
          <w:lang w:eastAsia="en-US"/>
        </w:rPr>
        <w:t xml:space="preserve">utoritatea de management a cererilor de rambursare/plată, împreună cu documentele justificative, rapoartele de progres etc., conform prevederilor contractuale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procedurale.</w:t>
      </w:r>
      <w:r w:rsidRPr="00C02C70">
        <w:rPr>
          <w:rFonts w:ascii="Calibri" w:hAnsi="Calibri" w:cs="Calibri"/>
          <w:lang w:eastAsia="en-US"/>
        </w:rPr>
        <w:t xml:space="preserve"> </w:t>
      </w:r>
    </w:p>
    <w:p w:rsidR="00E36F7F" w:rsidRPr="00C02C70" w:rsidRDefault="00E36F7F" w:rsidP="00C02C70">
      <w:pPr>
        <w:numPr>
          <w:ilvl w:val="1"/>
          <w:numId w:val="3"/>
        </w:numPr>
        <w:spacing w:before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Liderul de parteneriat are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îndosarierii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păstrării tuturor documentelor proiectului în original precum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copii ale documentelor partenerilor, inclusiv documentele contabile, privind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cheltuielile eligibile în vederea asigurării unei piste de audit adecvate, în conformitate cu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comunitară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ională. Toate documentele vor fi păstrate până la închiderea oficială a Programului sau până la expirarea perioadei de durabilitate a proiectului, oricare intervine ultima. </w:t>
      </w:r>
    </w:p>
    <w:p w:rsidR="00E36F7F" w:rsidRPr="00C02C70" w:rsidRDefault="00E36F7F" w:rsidP="00C02C70">
      <w:pPr>
        <w:keepNext/>
        <w:numPr>
          <w:ilvl w:val="1"/>
          <w:numId w:val="3"/>
        </w:numPr>
        <w:spacing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Ȋn cazul în care autorită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cu competen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 în gestionarea fondurilor europene constată neîndeplinirea sau îndeplinirea par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ială a indicatorilor de rezultat/obiectivelor proiectului, în conformitate cu prevederile art. 6 din OUG nr. 66/2011, în func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ie de gradul de realizare a indicatorilor </w:t>
      </w:r>
      <w:r w:rsidRPr="00C02C70">
        <w:rPr>
          <w:rFonts w:ascii="Calibri" w:hAnsi="Calibri" w:cs="Calibri"/>
          <w:lang w:eastAsia="en-US"/>
        </w:rPr>
        <w:lastRenderedPageBreak/>
        <w:t>de rezultat/obiectivelor aferen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ilor proprii, liderul de parteneriat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partenerii răspund propor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 sau în solidar pentru reducerile aplicate din sumele solicitate la rambursare/plată.  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În cazul unui prejudiciu, liderul de parteneriat răspunde solidar cu partenerul din vina căruia a fost cauzat prejudiciul. 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>În cazul rezilierii/revocării contractului/ordinului de finan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 xml:space="preserve">are, liderul de parteneriat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partenerii răspund în solidar pentru restituirea sumelor acordate pentru proiect.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 xml:space="preserve">Liderului de parteneriat este responsabil pentru neregulile identificate în cadrul proiectului aferente cheltuielilor proprii conform notificărilor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titlurilor de crean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ă emise pe numele său de către Autorita</w:t>
      </w:r>
      <w:r w:rsidR="00137EF3" w:rsidRPr="00C02C70">
        <w:rPr>
          <w:rFonts w:ascii="Calibri" w:hAnsi="Calibri" w:cs="Calibri"/>
          <w:bCs/>
          <w:lang w:eastAsia="en-US"/>
        </w:rPr>
        <w:t>tea de management.</w:t>
      </w:r>
    </w:p>
    <w:p w:rsidR="00C02C70" w:rsidRDefault="00C02C70" w:rsidP="00C02C70">
      <w:pPr>
        <w:keepNext/>
        <w:spacing w:before="120" w:after="120"/>
        <w:ind w:left="432"/>
        <w:outlineLvl w:val="4"/>
        <w:rPr>
          <w:rFonts w:ascii="Calibri" w:hAnsi="Calibri" w:cs="Calibri"/>
          <w:b/>
          <w:bCs/>
          <w:lang w:eastAsia="en-US"/>
        </w:rPr>
      </w:pPr>
    </w:p>
    <w:p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Drepturile </w:t>
      </w:r>
      <w:r w:rsidR="000012E7">
        <w:rPr>
          <w:rFonts w:ascii="Calibri" w:hAnsi="Calibri" w:cs="Calibri"/>
          <w:b/>
          <w:bCs/>
          <w:lang w:eastAsia="en-US"/>
        </w:rPr>
        <w:t>ș</w:t>
      </w:r>
      <w:r w:rsidRPr="00C02C70">
        <w:rPr>
          <w:rFonts w:ascii="Calibri" w:hAnsi="Calibri" w:cs="Calibri"/>
          <w:b/>
          <w:bCs/>
          <w:lang w:eastAsia="en-US"/>
        </w:rPr>
        <w:t xml:space="preserve">i </w:t>
      </w:r>
      <w:r w:rsidR="00C02C70"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C02C70" w:rsidRPr="00C02C70">
        <w:rPr>
          <w:rFonts w:ascii="Calibri" w:hAnsi="Calibri" w:cs="Calibri"/>
          <w:b/>
          <w:bCs/>
          <w:lang w:eastAsia="en-US"/>
        </w:rPr>
        <w:t>iile</w:t>
      </w:r>
      <w:r w:rsidRPr="00C02C70">
        <w:rPr>
          <w:rFonts w:ascii="Calibri" w:hAnsi="Calibri" w:cs="Calibri"/>
          <w:b/>
          <w:bCs/>
          <w:lang w:eastAsia="en-US"/>
        </w:rPr>
        <w:t xml:space="preserve"> partenerilor</w:t>
      </w:r>
    </w:p>
    <w:p w:rsidR="00E36F7F" w:rsidRPr="00C02C70" w:rsidRDefault="00E36F7F" w:rsidP="00E36F7F">
      <w:pPr>
        <w:keepNext/>
        <w:numPr>
          <w:ilvl w:val="0"/>
          <w:numId w:val="8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Drepturile Partenerilor 2, 3, n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Cheltuielile angajate de Partenerii 2, 3, n, sunt eligibile în acela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fel ca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cheltuielile angajate de către liderul de parteneriat corespunzător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ii/activită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 proprii din proiect. Partenerii au dreptul, prin transfer de către AM, la fondurile ob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inute din procesul de rambursare/plată pentru cheltuielile angajate de către ace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tia, care au fost certificate ca eligibile.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au dreptul să fie consulta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cu regularitate de către liderul de parteneriat, să fie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despre progresul în implementarea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li se furnizeze, de către liderul de</w:t>
      </w:r>
      <w:r w:rsidR="000012E7">
        <w:rPr>
          <w:rFonts w:ascii="Calibri" w:hAnsi="Calibri" w:cs="Calibri"/>
          <w:lang w:eastAsia="en-US"/>
        </w:rPr>
        <w:t xml:space="preserve"> p</w:t>
      </w:r>
      <w:r w:rsidRPr="00C02C70">
        <w:rPr>
          <w:rFonts w:ascii="Calibri" w:hAnsi="Calibri" w:cs="Calibri"/>
          <w:lang w:eastAsia="en-US"/>
        </w:rPr>
        <w:t xml:space="preserve">arteneriat copii ale rapoartelor de progres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financiare.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au dreptul să fie consulta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i, de către liderul de parteneriat, în privin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 propunerilor pentru modificări importante ale proiectului (e.g.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i, parteneri etc.), înaintea solicitări</w:t>
      </w:r>
      <w:r w:rsidR="00EF0890" w:rsidRPr="00C02C70">
        <w:rPr>
          <w:rFonts w:ascii="Calibri" w:hAnsi="Calibri" w:cs="Calibri"/>
          <w:lang w:eastAsia="en-US"/>
        </w:rPr>
        <w:t>i aprobării de către AM PRC</w:t>
      </w:r>
      <w:r w:rsidRPr="00C02C70">
        <w:rPr>
          <w:rFonts w:ascii="Calibri" w:hAnsi="Calibri" w:cs="Calibri"/>
          <w:lang w:eastAsia="en-US"/>
        </w:rPr>
        <w:t>.</w:t>
      </w:r>
    </w:p>
    <w:p w:rsidR="00E36F7F" w:rsidRPr="00C02C70" w:rsidRDefault="00C02C70" w:rsidP="00E36F7F">
      <w:pPr>
        <w:keepNext/>
        <w:numPr>
          <w:ilvl w:val="0"/>
          <w:numId w:val="8"/>
        </w:numPr>
        <w:spacing w:before="120" w:after="120"/>
        <w:outlineLvl w:val="5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iile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Partenerilor 2, 3, n</w:t>
      </w:r>
    </w:p>
    <w:p w:rsidR="00E36F7F" w:rsidRPr="00C02C70" w:rsidRDefault="00E36F7F" w:rsidP="00E36F7F">
      <w:pPr>
        <w:keepNext/>
        <w:numPr>
          <w:ilvl w:val="1"/>
          <w:numId w:val="6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de a respecta prevederile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iei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comunitare în vigoare în domeniul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iilor publice,</w:t>
      </w:r>
      <w:r w:rsidRPr="00C02C70">
        <w:rPr>
          <w:rFonts w:ascii="Calibri" w:hAnsi="Calibri" w:cs="Calibri"/>
          <w:b/>
          <w:bCs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ajutorului de stat, egalită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 de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anse, dezvoltării durabile, informării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publicită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în implementarea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 proprii.</w:t>
      </w:r>
    </w:p>
    <w:p w:rsidR="00E36F7F" w:rsidRPr="00C02C70" w:rsidRDefault="00E36F7F" w:rsidP="00E36F7F">
      <w:pPr>
        <w:keepNext/>
        <w:numPr>
          <w:ilvl w:val="1"/>
          <w:numId w:val="6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pună la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liderului de parteneriat documenta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de atribuire elaborate în cadrul procedurii de atribuire a contractelor de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 publică, spre verificare.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transmită copii conforme cu originalul după documenta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complete de atribuire elaborate în cadrul procedurii de atribuire a contractelor de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 publică, în scopul elaborării cererilor de rambursare.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să transmită copii conforme cu originalul după documentele justificative, în scopul elaborării cererilor de rambursare/plată 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pună la dis</w:t>
      </w:r>
      <w:r w:rsidR="00EF0890" w:rsidRPr="00C02C70">
        <w:rPr>
          <w:rFonts w:ascii="Calibri" w:hAnsi="Calibri" w:cs="Calibri"/>
          <w:lang w:eastAsia="en-US"/>
        </w:rPr>
        <w:t>pozi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>ia AM</w:t>
      </w:r>
      <w:r w:rsidRPr="00C02C70">
        <w:rPr>
          <w:rFonts w:ascii="Calibri" w:hAnsi="Calibri" w:cs="Calibri"/>
          <w:lang w:eastAsia="en-US"/>
        </w:rPr>
        <w:t>, sau oricărui alt organism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 sau european, abilitat de lege, documentele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i/sau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necesare pentru verificarea modului de utilizare a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ării nerambursabile, la cerere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în termen de maximum 5 (cinci) zile lucrătoare,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asigure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pentru efectuarea verificărilor la fa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 locului.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lastRenderedPageBreak/>
        <w:t xml:space="preserve">În vederea efectuării verificărilor prevăzute la alin. anterior, Partenerii au </w:t>
      </w:r>
      <w:r w:rsidR="000012E7" w:rsidRPr="00C02C70">
        <w:rPr>
          <w:rFonts w:ascii="Calibri" w:hAnsi="Calibri" w:cs="Calibri"/>
          <w:lang w:eastAsia="en-US"/>
        </w:rPr>
        <w:t>obliga</w:t>
      </w:r>
      <w:r w:rsidR="000012E7">
        <w:rPr>
          <w:rFonts w:ascii="Calibri" w:hAnsi="Calibri" w:cs="Calibri"/>
          <w:lang w:eastAsia="en-US"/>
        </w:rPr>
        <w:t>ț</w:t>
      </w:r>
      <w:r w:rsidR="000012E7" w:rsidRPr="00C02C70">
        <w:rPr>
          <w:rFonts w:ascii="Calibri" w:hAnsi="Calibri" w:cs="Calibri"/>
          <w:lang w:eastAsia="en-US"/>
        </w:rPr>
        <w:t>ia</w:t>
      </w:r>
      <w:r w:rsidRPr="00C02C70">
        <w:rPr>
          <w:rFonts w:ascii="Calibri" w:hAnsi="Calibri" w:cs="Calibri"/>
          <w:lang w:eastAsia="en-US"/>
        </w:rPr>
        <w:t xml:space="preserve"> să acorde dreptul de acces la locurile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spa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iile unde se implementează Proiectul, inclusiv acces la sistemele informatice care au legătură directă cu proiectul,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pună la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ie documentele solicitate privind gestiunea tehnică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financiară a Proiectului, atât pe suport hârtie, cât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 format electronic. Documentele trebuie sa fie u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or accesibile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arhivate astfel încât, să permită verificarea lor.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furnizeze liderului de parteneriat orice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sau documente privind implementarea proiectului, în scopul elaborării rapoartelor de progres.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Ȋn cazul în care autorită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cu competen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 în gestionarea fondurilor europene constată neîndeplinirea sau îndeplinirea par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ială a indicatorilor de rezultat/obiectivelor proiectului, în conformitate cu prevederile art. 6 din OUG nr. 66/2011, în func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 de gradul de realizare a indicatorilor de rezultat/obiectivelor aferen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 proprii, partenerii răspund propor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 sau în solidar pentru reducerile aplicate din sumele solicitate la rambursare/plată.  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Partenerii </w:t>
      </w:r>
      <w:r w:rsidR="00EF0890" w:rsidRPr="00C02C70">
        <w:rPr>
          <w:rFonts w:ascii="Calibri" w:hAnsi="Calibri" w:cs="Calibri"/>
          <w:lang w:eastAsia="en-US"/>
        </w:rPr>
        <w:t>au obliga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>ia de a restitui AM</w:t>
      </w:r>
      <w:r w:rsidRPr="00C02C70">
        <w:rPr>
          <w:rFonts w:ascii="Calibri" w:hAnsi="Calibri" w:cs="Calibri"/>
          <w:lang w:eastAsia="en-US"/>
        </w:rPr>
        <w:t>, orice  sumă ce constituie plată nedatorată/sume necuvenite plătite în cadrul prezentului contract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are, în termen de 5 zile lucrătoare de la data primirii  notificării.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să 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ină o eviden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 contabilă distinctă a Proiectului, utilizând conturi analitice dedicate pentru reflectarea tuturor opera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iunilor referitoare la implementarea Proiectului, în conformitate cu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legale.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pună la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auditorului financiar independent si autorizat în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legii toate documentele si/sau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solicitate si să asigure toate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pentru verificarea cheltuielilor de către acesta.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Să păstreze toate documentele originale, inclusiv documentele contabile, privind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cheltuielile eligibile în vederea asigurării unei piste de audit adecvate, în conformitate cu regulamentele comunitare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ionale. Toate documentele vor fi păstrate cel pu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 5 (cinci) ani după expirarea perioadei de valabilitate a contractului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 cazul unui prejudiciu, partenerul din vina căruia a fost cauzat prejudiciul răspunde solidar cu liderul de proiect.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  Pentru neregulile identificate în cadrul proiectului, notificările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titlurile de crean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 se emit pe numele liderului de parteneriat/partenerului care a efectuat cheltuielile afectate de nereguli, conform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iei în vigoare.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pe numele cărora a fost emis titlul de crean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restituirii sumelor cuprinse în acestea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asigurarea din resurse proprii a contravalorii acestora.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 În cazul rezilierii/revocării contractului/ordinului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are, liderul de parteneriat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partenerii răspund în solidar pentru restituirea sumelor acordate pentru proiect.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Partenerul este 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inut de respectarea de către liderul de parteneriat a termenului de restituire men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ionat în decizia de reziliere a sumelor solicitate de AM</w:t>
      </w:r>
    </w:p>
    <w:p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</w:p>
    <w:p w:rsidR="00C02C70" w:rsidRDefault="00C02C70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</w:p>
    <w:p w:rsidR="0002300C" w:rsidRDefault="0002300C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</w:p>
    <w:p w:rsidR="00E36F7F" w:rsidRPr="00C02C70" w:rsidRDefault="00EF0890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7</w:t>
      </w:r>
      <w:r w:rsidR="00E36F7F" w:rsidRPr="00C02C70">
        <w:rPr>
          <w:rFonts w:ascii="Calibri" w:hAnsi="Calibri" w:cs="Calibri"/>
          <w:b/>
          <w:bCs/>
          <w:lang w:eastAsia="en-US"/>
        </w:rPr>
        <w:t>. Achizi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ii publice </w:t>
      </w:r>
    </w:p>
    <w:p w:rsidR="00E36F7F" w:rsidRPr="00C02C70" w:rsidRDefault="00E36F7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(1) </w:t>
      </w:r>
      <w:r w:rsidRPr="00C02C70">
        <w:rPr>
          <w:rFonts w:ascii="Calibri" w:hAnsi="Calibri" w:cs="Calibri"/>
          <w:lang w:eastAsia="en-US"/>
        </w:rPr>
        <w:tab/>
        <w:t>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în cadrul proiectului vor fi făcute membrii parteneriatului, cu respectarea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iei în vigoare, a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iilor din contractul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a </w:t>
      </w:r>
      <w:r w:rsidR="00EF0890" w:rsidRPr="00C02C70">
        <w:rPr>
          <w:rFonts w:ascii="Calibri" w:hAnsi="Calibri" w:cs="Calibri"/>
          <w:lang w:eastAsia="en-US"/>
        </w:rPr>
        <w:t>instruc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>iunilor emise de AM</w:t>
      </w:r>
      <w:r w:rsidRPr="00C02C70">
        <w:rPr>
          <w:rFonts w:ascii="Calibri" w:hAnsi="Calibri" w:cs="Calibri"/>
          <w:lang w:eastAsia="en-US"/>
        </w:rPr>
        <w:t xml:space="preserve">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i/sau alte organisme abilitate.</w:t>
      </w:r>
    </w:p>
    <w:p w:rsidR="0002300C" w:rsidRDefault="0002300C" w:rsidP="00E36F7F">
      <w:pPr>
        <w:keepNext/>
        <w:spacing w:before="120" w:after="120"/>
        <w:ind w:left="432" w:hanging="432"/>
        <w:outlineLvl w:val="4"/>
        <w:rPr>
          <w:rFonts w:ascii="Calibri" w:hAnsi="Calibri" w:cs="Calibri"/>
          <w:b/>
          <w:bCs/>
          <w:lang w:eastAsia="en-US"/>
        </w:rPr>
      </w:pPr>
    </w:p>
    <w:p w:rsidR="00E36F7F" w:rsidRPr="00C02C70" w:rsidRDefault="00EF0890" w:rsidP="00E36F7F">
      <w:pPr>
        <w:keepNext/>
        <w:spacing w:before="120" w:after="120"/>
        <w:ind w:left="432" w:hanging="432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8</w:t>
      </w:r>
      <w:r w:rsidR="00E36F7F" w:rsidRPr="00C02C70">
        <w:rPr>
          <w:rFonts w:ascii="Calibri" w:hAnsi="Calibri" w:cs="Calibri"/>
          <w:b/>
          <w:bCs/>
          <w:lang w:eastAsia="en-US"/>
        </w:rPr>
        <w:t>. Proprietatea</w:t>
      </w:r>
    </w:p>
    <w:p w:rsidR="00E36F7F" w:rsidRPr="00C02C70" w:rsidRDefault="00E36F7F" w:rsidP="00E36F7F">
      <w:pPr>
        <w:keepNext/>
        <w:numPr>
          <w:ilvl w:val="1"/>
          <w:numId w:val="11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să men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ină proprietatea imobilului construit/modernizat/reabilitat/extins, a bunurilor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ionate/modernizate, inclusiv a mijloacelor de transport în comun, 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natura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pentru care s-a acordat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are, pe o perioadă de cel pu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 5 ani de la data efectuării plă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 finale/ de dare în exploatare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să asigure exploatarea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între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inerea în această perioadă.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Înainte de sfâr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itul proiectului,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ile/partenerii vor conveni asupra modului de acordare a dreptului de utilizare a echipamentelor, bunurilor,</w:t>
      </w:r>
      <w:r w:rsidR="000012E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 xml:space="preserve">a mijloacelor de transport în comun etc. ce au </w:t>
      </w:r>
      <w:r w:rsidR="000012E7" w:rsidRPr="00C02C70">
        <w:rPr>
          <w:rFonts w:ascii="Calibri" w:hAnsi="Calibri" w:cs="Calibri"/>
          <w:lang w:eastAsia="en-US"/>
        </w:rPr>
        <w:t>făcut</w:t>
      </w:r>
      <w:r w:rsidRPr="00C02C70">
        <w:rPr>
          <w:rFonts w:ascii="Calibri" w:hAnsi="Calibri" w:cs="Calibri"/>
          <w:lang w:eastAsia="en-US"/>
        </w:rPr>
        <w:t xml:space="preserve"> obiectul</w:t>
      </w:r>
      <w:r w:rsidR="000012E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e proiectului. Copii ale titlurilor de transfer vor fi ata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ate raportului final</w:t>
      </w:r>
      <w:r w:rsidR="000012E7">
        <w:rPr>
          <w:rFonts w:ascii="Calibri" w:hAnsi="Calibri" w:cs="Calibri"/>
          <w:lang w:eastAsia="en-US"/>
        </w:rPr>
        <w:t xml:space="preserve">. </w:t>
      </w:r>
      <w:r w:rsidRPr="00C02C70">
        <w:rPr>
          <w:rFonts w:ascii="Calibri" w:hAnsi="Calibri" w:cs="Calibri"/>
          <w:lang w:eastAsia="en-US"/>
        </w:rPr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de a asigura func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ionarea tuturor bunurilor, echipamentelor a mijloacelor de transport în comun, ce au f</w:t>
      </w:r>
      <w:r w:rsidR="000012E7">
        <w:rPr>
          <w:rFonts w:ascii="Calibri" w:hAnsi="Calibri" w:cs="Calibri"/>
          <w:lang w:eastAsia="en-US"/>
        </w:rPr>
        <w:t>ă</w:t>
      </w:r>
      <w:r w:rsidRPr="00C02C70">
        <w:rPr>
          <w:rFonts w:ascii="Calibri" w:hAnsi="Calibri" w:cs="Calibri"/>
          <w:lang w:eastAsia="en-US"/>
        </w:rPr>
        <w:t>cut obiectul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ărilor nerambursabile, la locul de desfă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urare a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exclusiv în scopul pentru care au fost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ionate.</w:t>
      </w:r>
      <w:r w:rsidR="000012E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 să folosească conform scopului destinat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nu vândă sau să înstrăineze, sub orice formă  obiectele / bunurile, fie ele mobi</w:t>
      </w:r>
      <w:r w:rsidR="00EF0890" w:rsidRPr="00C02C70">
        <w:rPr>
          <w:rFonts w:ascii="Calibri" w:hAnsi="Calibri" w:cs="Calibri"/>
          <w:lang w:eastAsia="en-US"/>
        </w:rPr>
        <w:t>le sau imobile finan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>ate prin PR 2021-2027</w:t>
      </w:r>
      <w:r w:rsidRPr="00C02C70">
        <w:rPr>
          <w:rFonts w:ascii="Calibri" w:hAnsi="Calibri" w:cs="Calibri"/>
          <w:lang w:eastAsia="en-US"/>
        </w:rPr>
        <w:t>, pe o perioadă de 5 ani de la de la efectuarea plă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finale. De asemenea,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respectării prevederilor contractului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 cu privire la ipotecarea bunurilor în scopul realizării proiectului.</w:t>
      </w:r>
    </w:p>
    <w:p w:rsidR="0002300C" w:rsidRDefault="0002300C" w:rsidP="00E36F7F">
      <w:pPr>
        <w:spacing w:before="120" w:after="120"/>
        <w:rPr>
          <w:rFonts w:ascii="Calibri" w:hAnsi="Calibri" w:cs="Calibri"/>
          <w:b/>
          <w:lang w:eastAsia="en-US"/>
        </w:rPr>
      </w:pPr>
    </w:p>
    <w:p w:rsidR="00E36F7F" w:rsidRPr="00C02C70" w:rsidRDefault="00EF0890" w:rsidP="00E36F7F">
      <w:pPr>
        <w:spacing w:before="120" w:after="120"/>
        <w:rPr>
          <w:rFonts w:ascii="Calibri" w:hAnsi="Calibri" w:cs="Calibri"/>
          <w:b/>
          <w:lang w:eastAsia="en-US"/>
        </w:rPr>
      </w:pPr>
      <w:r w:rsidRPr="00C02C70">
        <w:rPr>
          <w:rFonts w:ascii="Calibri" w:hAnsi="Calibri" w:cs="Calibri"/>
          <w:b/>
          <w:lang w:eastAsia="en-US"/>
        </w:rPr>
        <w:t>Art. 9</w:t>
      </w:r>
      <w:r w:rsidR="00E36F7F" w:rsidRPr="00C02C70">
        <w:rPr>
          <w:rFonts w:ascii="Calibri" w:hAnsi="Calibri" w:cs="Calibri"/>
          <w:b/>
          <w:lang w:eastAsia="en-US"/>
        </w:rPr>
        <w:t>. Confiden</w:t>
      </w:r>
      <w:r w:rsidR="000012E7">
        <w:rPr>
          <w:rFonts w:ascii="Calibri" w:hAnsi="Calibri" w:cs="Calibri"/>
          <w:b/>
          <w:lang w:eastAsia="en-US"/>
        </w:rPr>
        <w:t>ț</w:t>
      </w:r>
      <w:r w:rsidR="00E36F7F" w:rsidRPr="00C02C70">
        <w:rPr>
          <w:rFonts w:ascii="Calibri" w:hAnsi="Calibri" w:cs="Calibri"/>
          <w:b/>
          <w:lang w:eastAsia="en-US"/>
        </w:rPr>
        <w:t>ialitate</w:t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(1)</w:t>
      </w:r>
      <w:r w:rsidRPr="00C02C70">
        <w:rPr>
          <w:rFonts w:ascii="Calibri" w:hAnsi="Calibri" w:cs="Calibri"/>
          <w:lang w:eastAsia="en-US"/>
        </w:rPr>
        <w:tab/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semnatare ale prezentului acord convin să păstreze în strictă confiden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ialitate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iile primite în cadrul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pe parcursul implementării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sunt de acord să prevină orice utilizare sau divulgare neautorizată a unor astfel de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ii.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în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eleg să utilizeze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confiden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iale doar în scopul de a-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îndeplini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din prezentul Acord de Parteneriat.</w:t>
      </w:r>
    </w:p>
    <w:p w:rsidR="0002300C" w:rsidRDefault="0002300C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</w:p>
    <w:p w:rsidR="00E36F7F" w:rsidRPr="00C02C70" w:rsidRDefault="00EF0890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10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Legea aplicabilă</w:t>
      </w:r>
    </w:p>
    <w:p w:rsidR="00E36F7F" w:rsidRPr="00C02C70" w:rsidRDefault="00E36F7F" w:rsidP="00E36F7F">
      <w:pPr>
        <w:numPr>
          <w:ilvl w:val="1"/>
          <w:numId w:val="9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Prezentului Acord i se va aplica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va fi interpretat în conformitate cu legea română.</w:t>
      </w:r>
    </w:p>
    <w:p w:rsidR="00E36F7F" w:rsidRPr="00C02C70" w:rsidRDefault="00E36F7F" w:rsidP="00E36F7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Pe durata prezentului Acord,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vor avea dreptul să convină în scris asupra modificării anumitor clauze, prin act adi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ional. Orice modificare a prezentului acord va fi valabilă numai atunci când este convenită de toate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ile. </w:t>
      </w:r>
    </w:p>
    <w:p w:rsidR="00E36F7F" w:rsidRPr="00C02C70" w:rsidRDefault="00EF0890" w:rsidP="00E36F7F">
      <w:pPr>
        <w:spacing w:before="120" w:after="120"/>
        <w:jc w:val="both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11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</w:t>
      </w:r>
      <w:r w:rsidR="00C02C70" w:rsidRPr="00C02C70">
        <w:rPr>
          <w:rFonts w:ascii="Calibri" w:hAnsi="Calibri" w:cs="Calibri"/>
          <w:b/>
          <w:bCs/>
          <w:lang w:eastAsia="en-US"/>
        </w:rPr>
        <w:t>Dispozi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C02C70" w:rsidRPr="00C02C70">
        <w:rPr>
          <w:rFonts w:ascii="Calibri" w:hAnsi="Calibri" w:cs="Calibri"/>
          <w:b/>
          <w:bCs/>
          <w:lang w:eastAsia="en-US"/>
        </w:rPr>
        <w:t>ii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finale</w:t>
      </w:r>
    </w:p>
    <w:p w:rsidR="00E36F7F" w:rsidRPr="00C02C70" w:rsidRDefault="00E36F7F" w:rsidP="00E36F7F">
      <w:pPr>
        <w:numPr>
          <w:ilvl w:val="1"/>
          <w:numId w:val="10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Toate posibilele dispute rezultate din prezentul acord sau în legătură cu el, pe care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nu le pot solu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 pe cale amiabilă, vor fi solu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ionate de instan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ele competente.</w:t>
      </w:r>
    </w:p>
    <w:p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</w:p>
    <w:p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Întocmit în </w:t>
      </w:r>
      <w:r w:rsidR="000012E7">
        <w:rPr>
          <w:rFonts w:ascii="Calibri" w:hAnsi="Calibri" w:cs="Calibri"/>
          <w:lang w:eastAsia="en-US"/>
        </w:rPr>
        <w:t>(</w:t>
      </w:r>
      <w:r w:rsidRPr="00C02C70">
        <w:rPr>
          <w:rFonts w:ascii="Calibri" w:hAnsi="Calibri" w:cs="Calibri"/>
          <w:i/>
          <w:iCs/>
          <w:shd w:val="clear" w:color="auto" w:fill="E0E0E0"/>
          <w:lang w:eastAsia="sk-SK"/>
        </w:rPr>
        <w:t>număr de exemplare</w:t>
      </w:r>
      <w:r w:rsidR="000012E7">
        <w:rPr>
          <w:rFonts w:ascii="Calibri" w:hAnsi="Calibri" w:cs="Calibri"/>
          <w:i/>
          <w:iCs/>
          <w:shd w:val="clear" w:color="auto" w:fill="E0E0E0"/>
          <w:lang w:eastAsia="sk-SK"/>
        </w:rPr>
        <w:t>)</w:t>
      </w:r>
      <w:r w:rsidRPr="00C02C70">
        <w:rPr>
          <w:rFonts w:ascii="Calibri" w:hAnsi="Calibri" w:cs="Calibri"/>
          <w:lang w:eastAsia="en-US"/>
        </w:rPr>
        <w:t xml:space="preserve"> exemplare, în limba română, câte unul pentru fiecare parte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un original pentru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Semnături</w:t>
      </w:r>
    </w:p>
    <w:p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</w:p>
    <w:tbl>
      <w:tblPr>
        <w:tblW w:w="0" w:type="auto"/>
        <w:tblBorders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1728"/>
        <w:gridCol w:w="4860"/>
        <w:gridCol w:w="1440"/>
        <w:gridCol w:w="1548"/>
      </w:tblGrid>
      <w:tr w:rsidR="00E36F7F" w:rsidRPr="00C02C70">
        <w:tc>
          <w:tcPr>
            <w:tcW w:w="172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Lider de parteneriat (Partener 1)</w:t>
            </w:r>
          </w:p>
        </w:tc>
        <w:tc>
          <w:tcPr>
            <w:tcW w:w="48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Numele, prenumele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func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ia reprezentantului legal al organiza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iei/institu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Data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locul semnării</w:t>
            </w:r>
          </w:p>
        </w:tc>
      </w:tr>
      <w:tr w:rsidR="00E36F7F" w:rsidRPr="00C02C70">
        <w:tc>
          <w:tcPr>
            <w:tcW w:w="172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2</w:t>
            </w:r>
          </w:p>
        </w:tc>
        <w:tc>
          <w:tcPr>
            <w:tcW w:w="48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Numele, prenumele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func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ia reprezentantului legal al organiza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iei/institu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Data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locul semnării</w:t>
            </w:r>
          </w:p>
        </w:tc>
      </w:tr>
      <w:tr w:rsidR="00E36F7F" w:rsidRPr="00C02C70">
        <w:tc>
          <w:tcPr>
            <w:tcW w:w="172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n</w:t>
            </w:r>
          </w:p>
        </w:tc>
        <w:tc>
          <w:tcPr>
            <w:tcW w:w="48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Numele, prenumele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func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ia reprezentantului legal al organiza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iei/institu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Data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locul semnării</w:t>
            </w:r>
          </w:p>
        </w:tc>
      </w:tr>
    </w:tbl>
    <w:p w:rsidR="0009018B" w:rsidRPr="00C02C70" w:rsidRDefault="0009018B" w:rsidP="00F84CA5">
      <w:pPr>
        <w:rPr>
          <w:rFonts w:ascii="Calibri" w:hAnsi="Calibri" w:cs="Calibri"/>
          <w:lang w:val="en-US"/>
        </w:rPr>
      </w:pPr>
    </w:p>
    <w:sectPr w:rsidR="0009018B" w:rsidRPr="00C02C70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426" w:rsidRDefault="000F1426">
      <w:r>
        <w:separator/>
      </w:r>
    </w:p>
  </w:endnote>
  <w:endnote w:type="continuationSeparator" w:id="0">
    <w:p w:rsidR="000F1426" w:rsidRDefault="000F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810AE0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810AE0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426" w:rsidRDefault="000F1426">
      <w:r>
        <w:separator/>
      </w:r>
    </w:p>
  </w:footnote>
  <w:footnote w:type="continuationSeparator" w:id="0">
    <w:p w:rsidR="000F1426" w:rsidRDefault="000F1426">
      <w:r>
        <w:continuationSeparator/>
      </w:r>
    </w:p>
  </w:footnote>
  <w:footnote w:id="1">
    <w:p w:rsidR="00E36F7F" w:rsidRPr="00364303" w:rsidRDefault="00E36F7F" w:rsidP="00C02C70">
      <w:pPr>
        <w:pStyle w:val="FootnoteText"/>
        <w:spacing w:after="0"/>
        <w:jc w:val="both"/>
        <w:rPr>
          <w:rFonts w:ascii="Calibri" w:hAnsi="Calibri" w:cs="Calibri"/>
        </w:rPr>
      </w:pPr>
      <w:r w:rsidRPr="00364303">
        <w:rPr>
          <w:rStyle w:val="FootnoteReference"/>
          <w:rFonts w:ascii="Calibri" w:hAnsi="Calibri" w:cs="Calibri"/>
        </w:rPr>
        <w:footnoteRef/>
      </w:r>
      <w:r w:rsidRPr="00364303">
        <w:rPr>
          <w:rFonts w:ascii="Calibri" w:hAnsi="Calibri" w:cs="Calibri"/>
        </w:rPr>
        <w:t xml:space="preserve"> Se vor avea în vedere prevederile art. 47 alin (2) din Normele metodologice aprobate prin H.G. nr. 829/2022;</w:t>
      </w:r>
    </w:p>
  </w:footnote>
  <w:footnote w:id="2">
    <w:p w:rsidR="00E36F7F" w:rsidRPr="00364303" w:rsidRDefault="00E36F7F" w:rsidP="00C02C70">
      <w:pPr>
        <w:pStyle w:val="FootnoteText"/>
        <w:spacing w:before="0"/>
        <w:jc w:val="both"/>
        <w:rPr>
          <w:rFonts w:ascii="Calibri" w:hAnsi="Calibri" w:cs="Calibri"/>
        </w:rPr>
      </w:pPr>
      <w:r w:rsidRPr="00364303">
        <w:rPr>
          <w:rStyle w:val="FootnoteReference"/>
          <w:rFonts w:ascii="Calibri" w:hAnsi="Calibri" w:cs="Calibri"/>
        </w:rPr>
        <w:footnoteRef/>
      </w:r>
      <w:r w:rsidRPr="00364303">
        <w:rPr>
          <w:rFonts w:ascii="Calibri" w:hAnsi="Calibri" w:cs="Calibri"/>
        </w:rPr>
        <w:t xml:space="preserve"> Se vor avea în vedere prevederile art. art. 47 alin (2) din Normele metodologice aprobate prin H.G. nr. 829/2022;</w:t>
      </w:r>
    </w:p>
  </w:footnote>
  <w:footnote w:id="3">
    <w:p w:rsidR="00E36F7F" w:rsidRPr="00364303" w:rsidRDefault="00E36F7F" w:rsidP="00E36F7F">
      <w:pPr>
        <w:pStyle w:val="FootnoteText"/>
        <w:rPr>
          <w:rFonts w:ascii="Calibri" w:hAnsi="Calibri" w:cs="Calibri"/>
        </w:rPr>
      </w:pPr>
      <w:r w:rsidRPr="00137EF3">
        <w:rPr>
          <w:rStyle w:val="FootnoteReference"/>
          <w:rFonts w:ascii="Arial Narrow" w:hAnsi="Arial Narrow"/>
          <w:sz w:val="24"/>
          <w:szCs w:val="24"/>
        </w:rPr>
        <w:footnoteRef/>
      </w:r>
      <w:r w:rsidRPr="00137EF3">
        <w:rPr>
          <w:rFonts w:ascii="Arial Narrow" w:hAnsi="Arial Narrow"/>
          <w:sz w:val="24"/>
          <w:szCs w:val="24"/>
        </w:rPr>
        <w:t xml:space="preserve"> </w:t>
      </w:r>
      <w:r w:rsidRPr="00364303">
        <w:rPr>
          <w:rFonts w:ascii="Calibri" w:hAnsi="Calibri" w:cs="Calibri"/>
        </w:rPr>
        <w:t>A se vedea art. 45 alin (1) din Normele metodolog</w:t>
      </w:r>
      <w:r w:rsidR="00137EF3" w:rsidRPr="00364303">
        <w:rPr>
          <w:rFonts w:ascii="Calibri" w:hAnsi="Calibri" w:cs="Calibri"/>
        </w:rPr>
        <w:t>ice aprobate prin HG nr. 829/2022</w:t>
      </w:r>
      <w:r w:rsidRPr="00364303">
        <w:rPr>
          <w:rFonts w:ascii="Calibri" w:hAnsi="Calibri" w:cs="Calibri"/>
        </w:rPr>
        <w:t>;</w:t>
      </w:r>
    </w:p>
  </w:footnote>
  <w:footnote w:id="4">
    <w:p w:rsidR="00E36F7F" w:rsidRDefault="00E36F7F" w:rsidP="00E36F7F">
      <w:pPr>
        <w:pStyle w:val="FootnoteText"/>
      </w:pPr>
      <w:r w:rsidRPr="00137EF3">
        <w:rPr>
          <w:rStyle w:val="FootnoteReference"/>
          <w:rFonts w:ascii="Arial Narrow" w:hAnsi="Arial Narrow"/>
          <w:sz w:val="24"/>
          <w:szCs w:val="24"/>
        </w:rPr>
        <w:footnoteRef/>
      </w:r>
      <w:r w:rsidRPr="00137EF3">
        <w:rPr>
          <w:rFonts w:ascii="Arial Narrow" w:hAnsi="Arial Narrow"/>
          <w:sz w:val="24"/>
          <w:szCs w:val="24"/>
        </w:rPr>
        <w:t xml:space="preserve"> A </w:t>
      </w:r>
      <w:r w:rsidRPr="000F1426">
        <w:rPr>
          <w:rFonts w:ascii="Calibri" w:hAnsi="Calibri" w:cs="Calibri"/>
        </w:rPr>
        <w:t>se vedea art. 46 alin (3)(1) din Normele metodologice aprobate prin HG nr. 829/2022</w:t>
      </w:r>
      <w:r w:rsidRPr="00137EF3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810AE0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02300C">
      <w:rPr>
        <w:noProof/>
        <w:color w:val="999999"/>
        <w:sz w:val="20"/>
        <w:szCs w:val="20"/>
      </w:rPr>
      <w:t>8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02300C">
      <w:rPr>
        <w:noProof/>
        <w:color w:val="999999"/>
        <w:sz w:val="20"/>
        <w:szCs w:val="20"/>
      </w:rPr>
      <w:t>8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810AE0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77673"/>
    <w:multiLevelType w:val="hybridMultilevel"/>
    <w:tmpl w:val="CD76B44C"/>
    <w:lvl w:ilvl="0" w:tplc="45E02E1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FC841890"/>
    <w:lvl w:ilvl="0">
      <w:start w:val="1"/>
      <w:numFmt w:val="decimal"/>
      <w:suff w:val="space"/>
      <w:lvlText w:val="Art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150"/>
        </w:tabs>
        <w:ind w:left="150" w:hanging="576"/>
      </w:pPr>
      <w:rPr>
        <w:rFonts w:hint="default"/>
        <w:b w:val="0"/>
        <w:sz w:val="24"/>
        <w:szCs w:val="24"/>
      </w:rPr>
    </w:lvl>
    <w:lvl w:ilvl="2">
      <w:start w:val="1"/>
      <w:numFmt w:val="none"/>
      <w:lvlText w:val="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6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012E7"/>
    <w:rsid w:val="0002300C"/>
    <w:rsid w:val="0006588A"/>
    <w:rsid w:val="00072DDE"/>
    <w:rsid w:val="00080850"/>
    <w:rsid w:val="0009018B"/>
    <w:rsid w:val="00094830"/>
    <w:rsid w:val="000C2AAE"/>
    <w:rsid w:val="000F1426"/>
    <w:rsid w:val="001175F2"/>
    <w:rsid w:val="001357F6"/>
    <w:rsid w:val="00137EF3"/>
    <w:rsid w:val="00144BFD"/>
    <w:rsid w:val="00172C9E"/>
    <w:rsid w:val="001E7D06"/>
    <w:rsid w:val="002317F7"/>
    <w:rsid w:val="002B3BB9"/>
    <w:rsid w:val="002D76B3"/>
    <w:rsid w:val="002E07E9"/>
    <w:rsid w:val="002F1246"/>
    <w:rsid w:val="00351F71"/>
    <w:rsid w:val="00364303"/>
    <w:rsid w:val="00376CFE"/>
    <w:rsid w:val="003E2E03"/>
    <w:rsid w:val="0041721E"/>
    <w:rsid w:val="00474F02"/>
    <w:rsid w:val="004C6E5C"/>
    <w:rsid w:val="00523BEA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810AE0"/>
    <w:rsid w:val="00851382"/>
    <w:rsid w:val="00880CC3"/>
    <w:rsid w:val="0088290B"/>
    <w:rsid w:val="008B0B7E"/>
    <w:rsid w:val="008C26CE"/>
    <w:rsid w:val="008E7688"/>
    <w:rsid w:val="0092149F"/>
    <w:rsid w:val="00936CF8"/>
    <w:rsid w:val="0095716B"/>
    <w:rsid w:val="0098148A"/>
    <w:rsid w:val="009F711B"/>
    <w:rsid w:val="00A06DE4"/>
    <w:rsid w:val="00AE4990"/>
    <w:rsid w:val="00B15233"/>
    <w:rsid w:val="00BD3175"/>
    <w:rsid w:val="00BF7C9B"/>
    <w:rsid w:val="00C02C70"/>
    <w:rsid w:val="00C05C7A"/>
    <w:rsid w:val="00C82AD1"/>
    <w:rsid w:val="00C916A3"/>
    <w:rsid w:val="00CC6C98"/>
    <w:rsid w:val="00D173A8"/>
    <w:rsid w:val="00D22014"/>
    <w:rsid w:val="00D9214A"/>
    <w:rsid w:val="00D94812"/>
    <w:rsid w:val="00DC5D4B"/>
    <w:rsid w:val="00DD113C"/>
    <w:rsid w:val="00E31672"/>
    <w:rsid w:val="00E36F7F"/>
    <w:rsid w:val="00E753B1"/>
    <w:rsid w:val="00EF0890"/>
    <w:rsid w:val="00EF25AA"/>
    <w:rsid w:val="00EF6CD7"/>
    <w:rsid w:val="00F12E7F"/>
    <w:rsid w:val="00F84CA5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DABF19E9-FC4D-4EA5-A6C6-348C7EC9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FootnoteText">
    <w:name w:val="footnote text"/>
    <w:basedOn w:val="Normal"/>
    <w:link w:val="FootnoteTextChar"/>
    <w:rsid w:val="00E36F7F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E36F7F"/>
    <w:rPr>
      <w:rFonts w:ascii="Trebuchet MS" w:hAnsi="Trebuchet MS"/>
      <w:lang w:val="ro-RO"/>
    </w:rPr>
  </w:style>
  <w:style w:type="character" w:styleId="FootnoteReference">
    <w:name w:val="footnote reference"/>
    <w:rsid w:val="00E36F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3E104-4CFC-4297-BAC7-A3ECDAFC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8</Pages>
  <Words>2643</Words>
  <Characters>15334</Characters>
  <Application>Microsoft Office Word</Application>
  <DocSecurity>0</DocSecurity>
  <Lines>127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17942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2023-08-02T14:04:00Z</dcterms:created>
  <dcterms:modified xsi:type="dcterms:W3CDTF">2023-08-02T14:04:00Z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92938d4e796067f4d4c0238a21d16727e34695c67d7805236646b7965465dc95</vt:lpwstr>
  </property>
</Properties>
</file>